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83169" w14:textId="10F93ACA" w:rsidR="000C6074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This form helps </w:t>
      </w:r>
      <w:r w:rsidR="00F704A6" w:rsidRPr="00FD351C">
        <w:rPr>
          <w:rFonts w:cstheme="minorHAnsi"/>
        </w:rPr>
        <w:t>Cap-a-Pie</w:t>
      </w:r>
      <w:r w:rsidRPr="00FD351C">
        <w:rPr>
          <w:rFonts w:cstheme="minorHAnsi"/>
        </w:rPr>
        <w:t xml:space="preserve"> monitor the diversity of our </w:t>
      </w:r>
      <w:r w:rsidR="008149A5" w:rsidRPr="00FD351C">
        <w:rPr>
          <w:rFonts w:cstheme="minorHAnsi"/>
        </w:rPr>
        <w:t>workforce</w:t>
      </w:r>
      <w:r w:rsidRPr="00FD351C">
        <w:rPr>
          <w:rFonts w:cstheme="minorHAnsi"/>
        </w:rPr>
        <w:t xml:space="preserve">. Replies are </w:t>
      </w:r>
      <w:r w:rsidR="005112C9">
        <w:rPr>
          <w:rFonts w:cstheme="minorHAnsi"/>
        </w:rPr>
        <w:t>only</w:t>
      </w:r>
      <w:r w:rsidR="00352D5E">
        <w:rPr>
          <w:rFonts w:cstheme="minorHAnsi"/>
        </w:rPr>
        <w:t xml:space="preserve"> read by Cap-a-Pie’s Producer</w:t>
      </w:r>
      <w:r w:rsidRPr="00FD351C">
        <w:rPr>
          <w:rFonts w:cstheme="minorHAnsi"/>
        </w:rPr>
        <w:t>.</w:t>
      </w:r>
      <w:r w:rsidR="00F42EC1" w:rsidRPr="00FD351C">
        <w:rPr>
          <w:rFonts w:cstheme="minorHAnsi"/>
        </w:rPr>
        <w:t xml:space="preserve"> If you have any questions about this </w:t>
      </w:r>
      <w:r w:rsidR="007D7E16" w:rsidRPr="00FD351C">
        <w:rPr>
          <w:rFonts w:cstheme="minorHAnsi"/>
        </w:rPr>
        <w:t>form or</w:t>
      </w:r>
      <w:r w:rsidR="00F42EC1" w:rsidRPr="00FD351C">
        <w:rPr>
          <w:rFonts w:cstheme="minorHAnsi"/>
        </w:rPr>
        <w:t xml:space="preserve"> need it in another </w:t>
      </w:r>
      <w:proofErr w:type="gramStart"/>
      <w:r w:rsidR="00F42EC1" w:rsidRPr="00FD351C">
        <w:rPr>
          <w:rFonts w:cstheme="minorHAnsi"/>
        </w:rPr>
        <w:t>format</w:t>
      </w:r>
      <w:proofErr w:type="gramEnd"/>
      <w:r w:rsidR="00F42EC1" w:rsidRPr="00FD351C">
        <w:rPr>
          <w:rFonts w:cstheme="minorHAnsi"/>
        </w:rPr>
        <w:t xml:space="preserve"> please get in touch with </w:t>
      </w:r>
      <w:hyperlink r:id="rId7" w:history="1">
        <w:r w:rsidR="00F42EC1" w:rsidRPr="00FD351C">
          <w:rPr>
            <w:rStyle w:val="Hyperlink"/>
            <w:rFonts w:cstheme="minorHAnsi"/>
          </w:rPr>
          <w:t>katy@cap-a-pie.co.uk</w:t>
        </w:r>
      </w:hyperlink>
      <w:r w:rsidR="00F42EC1" w:rsidRPr="00FD351C">
        <w:rPr>
          <w:rFonts w:cstheme="minorHAnsi"/>
        </w:rPr>
        <w:t xml:space="preserve">. </w:t>
      </w:r>
    </w:p>
    <w:p w14:paraId="4DD53043" w14:textId="187E2356" w:rsidR="000C6074" w:rsidRPr="00FD351C" w:rsidRDefault="000C6074" w:rsidP="000C6074">
      <w:pPr>
        <w:rPr>
          <w:rFonts w:cstheme="minorHAnsi"/>
        </w:rPr>
      </w:pPr>
      <w:r w:rsidRPr="00FD351C">
        <w:rPr>
          <w:rFonts w:cstheme="minorHAnsi"/>
        </w:rPr>
        <w:t xml:space="preserve">We understand that identity is more personal and complex than a single tick box. Select the option or options that you feel best describe </w:t>
      </w:r>
      <w:r w:rsidR="00F704A6" w:rsidRPr="00FD351C">
        <w:rPr>
          <w:rFonts w:cstheme="minorHAnsi"/>
        </w:rPr>
        <w:t>you,</w:t>
      </w:r>
      <w:r w:rsidRPr="00FD351C">
        <w:rPr>
          <w:rFonts w:cstheme="minorHAnsi"/>
        </w:rPr>
        <w:t xml:space="preserve"> or you can </w:t>
      </w:r>
      <w:r w:rsidR="006A1261">
        <w:rPr>
          <w:rFonts w:cstheme="minorHAnsi"/>
        </w:rPr>
        <w:t>tell us the terms you use</w:t>
      </w:r>
      <w:r w:rsidRPr="00FD351C">
        <w:rPr>
          <w:rFonts w:cstheme="minorHAnsi"/>
        </w:rPr>
        <w:t xml:space="preserve">. You can also choose to skip </w:t>
      </w:r>
      <w:r w:rsidR="00F704A6" w:rsidRPr="00FD351C">
        <w:rPr>
          <w:rFonts w:cstheme="minorHAnsi"/>
        </w:rPr>
        <w:t>any</w:t>
      </w:r>
      <w:r w:rsidRPr="00FD351C">
        <w:rPr>
          <w:rFonts w:cstheme="minorHAnsi"/>
        </w:rPr>
        <w:t xml:space="preserve"> section</w:t>
      </w:r>
      <w:r w:rsidR="00F704A6" w:rsidRPr="00FD351C">
        <w:rPr>
          <w:rFonts w:cstheme="minorHAnsi"/>
        </w:rPr>
        <w:t>s</w:t>
      </w:r>
      <w:r w:rsidRPr="00FD351C">
        <w:rPr>
          <w:rFonts w:cstheme="minorHAnsi"/>
        </w:rPr>
        <w:t xml:space="preserve"> if you prefer not to disclose this information.</w:t>
      </w:r>
    </w:p>
    <w:p w14:paraId="0B8BEE38" w14:textId="77777777" w:rsidR="00561732" w:rsidRPr="00FD351C" w:rsidRDefault="00561732" w:rsidP="005E7230">
      <w:pPr>
        <w:rPr>
          <w:rFonts w:cstheme="minorHAnsi"/>
        </w:rPr>
      </w:pPr>
    </w:p>
    <w:p w14:paraId="123E91A5" w14:textId="2B82BE3B" w:rsidR="00561732" w:rsidRPr="00FD351C" w:rsidRDefault="00816E19" w:rsidP="005E7230">
      <w:pPr>
        <w:rPr>
          <w:rFonts w:cstheme="minorHAnsi"/>
        </w:rPr>
      </w:pPr>
      <w:r>
        <w:rPr>
          <w:rFonts w:cstheme="minorHAnsi"/>
          <w:b/>
          <w:bCs/>
        </w:rPr>
        <w:t>Which most accurately describes you</w:t>
      </w:r>
      <w:r w:rsidR="000C6074" w:rsidRPr="00FD351C">
        <w:rPr>
          <w:rFonts w:cstheme="minorHAnsi"/>
          <w:b/>
          <w:bCs/>
        </w:rPr>
        <w:t>?</w:t>
      </w:r>
    </w:p>
    <w:p w14:paraId="51B048BD" w14:textId="77777777" w:rsidR="009E01A1" w:rsidRDefault="00C95F41" w:rsidP="005E7230">
      <w:pPr>
        <w:rPr>
          <w:rFonts w:cstheme="minorHAnsi"/>
        </w:rPr>
      </w:pPr>
      <w:r w:rsidRPr="00FD351C">
        <w:rPr>
          <w:rFonts w:cstheme="minorHAnsi"/>
        </w:rPr>
        <w:t xml:space="preserve">Man  </w:t>
      </w:r>
      <w:r w:rsidRPr="00FD351C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heck1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0"/>
      <w:r w:rsidRPr="00FD351C">
        <w:rPr>
          <w:rFonts w:cstheme="minorHAnsi"/>
        </w:rPr>
        <w:t xml:space="preserve">   Woman </w:t>
      </w:r>
      <w:r w:rsidRPr="00FD351C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r w:rsidR="00471C23">
        <w:rPr>
          <w:rFonts w:cstheme="minorHAnsi"/>
        </w:rPr>
        <w:t xml:space="preserve"> </w:t>
      </w:r>
      <w:proofErr w:type="gramStart"/>
      <w:r w:rsidRPr="00FD351C">
        <w:rPr>
          <w:rFonts w:cstheme="minorHAnsi"/>
        </w:rPr>
        <w:t>Non-binary</w:t>
      </w:r>
      <w:proofErr w:type="gramEnd"/>
      <w:r w:rsidRPr="00FD351C">
        <w:rPr>
          <w:rFonts w:cstheme="minorHAnsi"/>
        </w:rPr>
        <w:t xml:space="preserve"> </w:t>
      </w:r>
      <w:r w:rsidRPr="00FD351C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r w:rsidRPr="00FD351C">
        <w:rPr>
          <w:rFonts w:cstheme="minorHAnsi"/>
        </w:rPr>
        <w:t xml:space="preserve"> </w:t>
      </w:r>
      <w:r w:rsidR="00377F85">
        <w:rPr>
          <w:rFonts w:cstheme="minorHAnsi"/>
        </w:rPr>
        <w:t xml:space="preserve"> I p</w:t>
      </w:r>
      <w:r w:rsidRPr="00FD351C">
        <w:rPr>
          <w:rFonts w:cstheme="minorHAnsi"/>
        </w:rPr>
        <w:t xml:space="preserve">refer not to say </w:t>
      </w:r>
      <w:r w:rsidRPr="00FD351C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r w:rsidRPr="00FD351C">
        <w:rPr>
          <w:rFonts w:cstheme="minorHAnsi"/>
        </w:rPr>
        <w:t xml:space="preserve"> </w:t>
      </w:r>
    </w:p>
    <w:p w14:paraId="395B092E" w14:textId="77C4BDBF" w:rsidR="00561732" w:rsidRDefault="00C95F41" w:rsidP="005E7230">
      <w:pPr>
        <w:rPr>
          <w:rFonts w:cstheme="minorHAnsi"/>
        </w:rPr>
      </w:pPr>
      <w:r w:rsidRPr="00FD351C">
        <w:rPr>
          <w:rFonts w:cstheme="minorHAnsi"/>
        </w:rPr>
        <w:t>If you use</w:t>
      </w:r>
      <w:r w:rsidR="00D02D21">
        <w:rPr>
          <w:rFonts w:cstheme="minorHAnsi"/>
        </w:rPr>
        <w:t xml:space="preserve"> </w:t>
      </w:r>
      <w:r w:rsidR="006A27C3">
        <w:rPr>
          <w:rFonts w:cstheme="minorHAnsi"/>
        </w:rPr>
        <w:t>another</w:t>
      </w:r>
      <w:r w:rsidRPr="00FD351C">
        <w:rPr>
          <w:rFonts w:cstheme="minorHAnsi"/>
        </w:rPr>
        <w:t xml:space="preserve"> term, please </w:t>
      </w:r>
      <w:r w:rsidR="00D02D21">
        <w:rPr>
          <w:rFonts w:cstheme="minorHAnsi"/>
        </w:rPr>
        <w:t>type</w:t>
      </w:r>
      <w:r w:rsidRPr="00FD351C">
        <w:rPr>
          <w:rFonts w:cstheme="minorHAnsi"/>
        </w:rPr>
        <w:t xml:space="preserve"> here </w:t>
      </w:r>
      <w:r w:rsidRPr="00FD351C">
        <w:rPr>
          <w:rFonts w:cstheme="minorHAn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FD351C">
        <w:rPr>
          <w:rFonts w:cstheme="minorHAnsi"/>
        </w:rPr>
        <w:instrText xml:space="preserve"> FORMTEXT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fldChar w:fldCharType="end"/>
      </w:r>
      <w:bookmarkEnd w:id="1"/>
    </w:p>
    <w:p w14:paraId="3C72257D" w14:textId="77777777" w:rsidR="00503012" w:rsidRPr="00FD351C" w:rsidRDefault="00503012" w:rsidP="005E7230">
      <w:pPr>
        <w:rPr>
          <w:rFonts w:cstheme="minorHAnsi"/>
        </w:rPr>
      </w:pPr>
    </w:p>
    <w:p w14:paraId="34DA6119" w14:textId="250270E9" w:rsidR="005E7230" w:rsidRPr="00FD351C" w:rsidRDefault="00C32C25" w:rsidP="005E7230">
      <w:pPr>
        <w:rPr>
          <w:rFonts w:cstheme="minorHAnsi"/>
        </w:rPr>
      </w:pPr>
      <w:r w:rsidRPr="00C32C25">
        <w:rPr>
          <w:rFonts w:cstheme="minorHAnsi"/>
          <w:b/>
          <w:bCs/>
        </w:rPr>
        <w:t>Is your gender identity the same as the sex you were assigned at birth</w:t>
      </w:r>
      <w:r w:rsidR="005E7230" w:rsidRPr="00FD351C">
        <w:rPr>
          <w:rFonts w:cstheme="minorHAnsi"/>
          <w:b/>
          <w:bCs/>
        </w:rPr>
        <w:t>?</w:t>
      </w:r>
      <w:r w:rsidR="005E7230" w:rsidRPr="00FD351C"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</w:t>
      </w:r>
      <w:r w:rsidR="005E7230" w:rsidRPr="00FD351C">
        <w:rPr>
          <w:rFonts w:cstheme="minorHAnsi"/>
        </w:rPr>
        <w:t xml:space="preserve">Yes </w:t>
      </w:r>
      <w:r w:rsidR="005E7230" w:rsidRPr="00FD351C">
        <w:rPr>
          <w:rFonts w:cstheme="minorHAnsi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0"/>
      <w:r w:rsidR="005E7230" w:rsidRPr="00FD351C">
        <w:rPr>
          <w:rFonts w:cstheme="minorHAnsi"/>
        </w:rPr>
        <w:instrText xml:space="preserve"> FORMCHECKBOX </w:instrText>
      </w:r>
      <w:r w:rsidR="005E7230" w:rsidRPr="00FD351C">
        <w:rPr>
          <w:rFonts w:cstheme="minorHAnsi"/>
        </w:rPr>
      </w:r>
      <w:r w:rsidR="005E7230" w:rsidRPr="00FD351C">
        <w:rPr>
          <w:rFonts w:cstheme="minorHAnsi"/>
        </w:rPr>
        <w:fldChar w:fldCharType="separate"/>
      </w:r>
      <w:r w:rsidR="005E7230" w:rsidRPr="00FD351C">
        <w:rPr>
          <w:rFonts w:cstheme="minorHAnsi"/>
        </w:rPr>
        <w:fldChar w:fldCharType="end"/>
      </w:r>
      <w:bookmarkEnd w:id="2"/>
      <w:r w:rsidR="005E7230" w:rsidRPr="00FD351C">
        <w:rPr>
          <w:rFonts w:cstheme="minorHAnsi"/>
        </w:rPr>
        <w:t xml:space="preserve"> No </w:t>
      </w:r>
      <w:r w:rsidR="005E7230" w:rsidRPr="00FD351C">
        <w:rPr>
          <w:rFonts w:cstheme="minorHAnsi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1"/>
      <w:r w:rsidR="005E7230" w:rsidRPr="00FD351C">
        <w:rPr>
          <w:rFonts w:cstheme="minorHAnsi"/>
        </w:rPr>
        <w:instrText xml:space="preserve"> FORMCHECKBOX </w:instrText>
      </w:r>
      <w:r w:rsidR="005E7230" w:rsidRPr="00FD351C">
        <w:rPr>
          <w:rFonts w:cstheme="minorHAnsi"/>
        </w:rPr>
      </w:r>
      <w:r w:rsidR="005E7230" w:rsidRPr="00FD351C">
        <w:rPr>
          <w:rFonts w:cstheme="minorHAnsi"/>
        </w:rPr>
        <w:fldChar w:fldCharType="separate"/>
      </w:r>
      <w:r w:rsidR="005E7230" w:rsidRPr="00FD351C">
        <w:rPr>
          <w:rFonts w:cstheme="minorHAnsi"/>
        </w:rPr>
        <w:fldChar w:fldCharType="end"/>
      </w:r>
      <w:bookmarkEnd w:id="3"/>
      <w:r w:rsidR="005E7230" w:rsidRPr="00FD351C">
        <w:rPr>
          <w:rFonts w:cstheme="minorHAnsi"/>
        </w:rPr>
        <w:t xml:space="preserve"> </w:t>
      </w:r>
      <w:r w:rsidR="00377F85">
        <w:rPr>
          <w:rFonts w:cstheme="minorHAnsi"/>
        </w:rPr>
        <w:t>I p</w:t>
      </w:r>
      <w:r w:rsidR="00377F85" w:rsidRPr="00FD351C">
        <w:rPr>
          <w:rFonts w:cstheme="minorHAnsi"/>
        </w:rPr>
        <w:t>refer not to say</w:t>
      </w:r>
      <w:r w:rsidR="005E7230" w:rsidRPr="00FD351C">
        <w:rPr>
          <w:rFonts w:cstheme="minorHAnsi"/>
        </w:rPr>
        <w:t xml:space="preserve"> </w:t>
      </w:r>
      <w:r w:rsidR="005E7230" w:rsidRPr="00FD351C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E7230" w:rsidRPr="00FD351C">
        <w:rPr>
          <w:rFonts w:cstheme="minorHAnsi"/>
        </w:rPr>
        <w:instrText xml:space="preserve"> FORMCHECKBOX </w:instrText>
      </w:r>
      <w:r w:rsidR="005E7230" w:rsidRPr="00FD351C">
        <w:rPr>
          <w:rFonts w:cstheme="minorHAnsi"/>
        </w:rPr>
      </w:r>
      <w:r w:rsidR="005E7230" w:rsidRPr="00FD351C">
        <w:rPr>
          <w:rFonts w:cstheme="minorHAnsi"/>
        </w:rPr>
        <w:fldChar w:fldCharType="separate"/>
      </w:r>
      <w:r w:rsidR="005E7230" w:rsidRPr="00FD351C">
        <w:rPr>
          <w:rFonts w:cstheme="minorHAnsi"/>
        </w:rPr>
        <w:fldChar w:fldCharType="end"/>
      </w:r>
    </w:p>
    <w:p w14:paraId="59C077FE" w14:textId="77777777" w:rsidR="002149D3" w:rsidRPr="00FD351C" w:rsidRDefault="002149D3" w:rsidP="005E7230">
      <w:pPr>
        <w:rPr>
          <w:rFonts w:cstheme="minorHAnsi"/>
        </w:rPr>
      </w:pPr>
    </w:p>
    <w:p w14:paraId="081F4A28" w14:textId="53AE4C8E" w:rsidR="005E7230" w:rsidRPr="00FD351C" w:rsidRDefault="005E7230" w:rsidP="005E7230">
      <w:pPr>
        <w:rPr>
          <w:rFonts w:cstheme="minorHAnsi"/>
        </w:rPr>
      </w:pPr>
      <w:r w:rsidRPr="00FD351C">
        <w:rPr>
          <w:rFonts w:cstheme="minorHAnsi"/>
          <w:b/>
          <w:bCs/>
        </w:rPr>
        <w:t>Are you married or in a civil partnership?</w:t>
      </w:r>
      <w:r w:rsidRPr="00FD351C">
        <w:rPr>
          <w:rFonts w:cstheme="minorHAnsi"/>
        </w:rPr>
        <w:t xml:space="preserve"> Yes </w:t>
      </w:r>
      <w:r w:rsidRPr="00FD351C">
        <w:rPr>
          <w:rFonts w:cstheme="minorHAnsi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r w:rsidRPr="00FD351C">
        <w:rPr>
          <w:rFonts w:cstheme="minorHAnsi"/>
        </w:rPr>
        <w:t xml:space="preserve"> No </w:t>
      </w:r>
      <w:r w:rsidRPr="00FD351C">
        <w:rPr>
          <w:rFonts w:cstheme="minorHAnsi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r w:rsidRPr="00FD351C">
        <w:rPr>
          <w:rFonts w:cstheme="minorHAnsi"/>
        </w:rPr>
        <w:t xml:space="preserve"> </w:t>
      </w:r>
      <w:r w:rsidR="00377F85">
        <w:rPr>
          <w:rFonts w:cstheme="minorHAnsi"/>
        </w:rPr>
        <w:t>I p</w:t>
      </w:r>
      <w:r w:rsidRPr="00FD351C">
        <w:rPr>
          <w:rFonts w:cstheme="minorHAnsi"/>
        </w:rPr>
        <w:t xml:space="preserve">refer not to say </w:t>
      </w:r>
      <w:r w:rsidRPr="00FD351C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</w:p>
    <w:p w14:paraId="78FCF52E" w14:textId="77777777" w:rsidR="00503012" w:rsidRPr="00FD351C" w:rsidRDefault="00503012" w:rsidP="005E7230">
      <w:pPr>
        <w:rPr>
          <w:rFonts w:cstheme="minorHAnsi"/>
        </w:rPr>
      </w:pPr>
    </w:p>
    <w:p w14:paraId="3C2EBD05" w14:textId="77777777" w:rsidR="00EE0944" w:rsidRDefault="00D2201B" w:rsidP="005E7230">
      <w:pPr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Wh</w:t>
      </w:r>
      <w:r w:rsidR="00B372FE">
        <w:rPr>
          <w:rFonts w:cstheme="minorHAnsi"/>
          <w:b/>
          <w:bCs/>
          <w:iCs/>
        </w:rPr>
        <w:t xml:space="preserve">ich best describes </w:t>
      </w:r>
      <w:r w:rsidR="00561732" w:rsidRPr="00FD351C">
        <w:rPr>
          <w:rFonts w:cstheme="minorHAnsi"/>
          <w:b/>
          <w:bCs/>
          <w:iCs/>
        </w:rPr>
        <w:t xml:space="preserve">your </w:t>
      </w:r>
      <w:r w:rsidR="00FB6643">
        <w:rPr>
          <w:rFonts w:cstheme="minorHAnsi"/>
          <w:b/>
          <w:bCs/>
          <w:iCs/>
        </w:rPr>
        <w:t>ethnicity</w:t>
      </w:r>
      <w:r w:rsidR="00561732" w:rsidRPr="00FD351C">
        <w:rPr>
          <w:rFonts w:cstheme="minorHAnsi"/>
          <w:b/>
          <w:bCs/>
          <w:iCs/>
        </w:rPr>
        <w:t>?</w:t>
      </w:r>
    </w:p>
    <w:p w14:paraId="1B10B4BE" w14:textId="143479BB" w:rsidR="005E7230" w:rsidRPr="00FD351C" w:rsidRDefault="005E7230" w:rsidP="005E7230">
      <w:pPr>
        <w:rPr>
          <w:rFonts w:cstheme="minorHAnsi"/>
        </w:rPr>
      </w:pPr>
      <w:r w:rsidRPr="00FD351C">
        <w:rPr>
          <w:rFonts w:cstheme="minorHAnsi"/>
        </w:rPr>
        <w:t xml:space="preserve"> </w:t>
      </w:r>
    </w:p>
    <w:p w14:paraId="747C0B0A" w14:textId="644AE2AB" w:rsidR="002149D3" w:rsidRPr="00FD351C" w:rsidRDefault="002149D3" w:rsidP="005E7230">
      <w:pPr>
        <w:rPr>
          <w:rFonts w:cstheme="minorHAnsi"/>
          <w:b/>
          <w:bCs/>
          <w:i/>
        </w:rPr>
        <w:sectPr w:rsidR="002149D3" w:rsidRPr="00FD351C" w:rsidSect="00634D1F">
          <w:headerReference w:type="default" r:id="rId8"/>
          <w:type w:val="continuous"/>
          <w:pgSz w:w="11900" w:h="16840"/>
          <w:pgMar w:top="1134" w:right="1077" w:bottom="1134" w:left="1077" w:header="709" w:footer="709" w:gutter="0"/>
          <w:cols w:space="708"/>
          <w:docGrid w:linePitch="360"/>
        </w:sectPr>
      </w:pPr>
    </w:p>
    <w:p w14:paraId="26639EF7" w14:textId="1CA117F3" w:rsidR="00315FE9" w:rsidRDefault="00561732" w:rsidP="008E1602">
      <w:pPr>
        <w:rPr>
          <w:rFonts w:cstheme="minorHAnsi"/>
        </w:rPr>
      </w:pPr>
      <w:r w:rsidRPr="00FD351C">
        <w:rPr>
          <w:rFonts w:cstheme="minorHAnsi"/>
          <w:b/>
          <w:bCs/>
        </w:rPr>
        <w:t>Arab</w:t>
      </w:r>
      <w:r w:rsidRPr="00FD351C">
        <w:rPr>
          <w:rFonts w:cstheme="minorHAnsi"/>
        </w:rPr>
        <w:tab/>
      </w:r>
      <w:r w:rsidRPr="00FD351C">
        <w:rPr>
          <w:rFonts w:cstheme="minorHAnsi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Check17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4"/>
      <w:r w:rsidRPr="00FD351C">
        <w:rPr>
          <w:rFonts w:cstheme="minorHAnsi"/>
        </w:rPr>
        <w:tab/>
      </w:r>
    </w:p>
    <w:p w14:paraId="3A38AAFF" w14:textId="77777777" w:rsidR="00EE0944" w:rsidRPr="00FD351C" w:rsidRDefault="00EE0944" w:rsidP="005E7230">
      <w:pPr>
        <w:rPr>
          <w:rFonts w:cstheme="minorHAnsi"/>
        </w:rPr>
      </w:pPr>
    </w:p>
    <w:p w14:paraId="5486CCCC" w14:textId="77777777" w:rsidR="00561732" w:rsidRPr="00FD351C" w:rsidRDefault="00561732" w:rsidP="005E7230">
      <w:pPr>
        <w:rPr>
          <w:rFonts w:cstheme="minorHAnsi"/>
          <w:b/>
          <w:iCs/>
        </w:rPr>
      </w:pPr>
      <w:r w:rsidRPr="00FD351C">
        <w:rPr>
          <w:rFonts w:cstheme="minorHAnsi"/>
          <w:b/>
          <w:iCs/>
        </w:rPr>
        <w:t>Asian/Asian British</w:t>
      </w:r>
    </w:p>
    <w:p w14:paraId="526B895F" w14:textId="2B74D489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Bangladeshi  </w:t>
      </w:r>
      <w:r w:rsidRPr="00FD351C">
        <w:rPr>
          <w:rFonts w:cstheme="minorHAns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Check11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5"/>
      <w:r w:rsidRPr="00FD351C">
        <w:rPr>
          <w:rFonts w:cstheme="minorHAnsi"/>
        </w:rPr>
        <w:t xml:space="preserve">   </w:t>
      </w:r>
    </w:p>
    <w:p w14:paraId="0281E47F" w14:textId="2F5F8A76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Chinese  </w:t>
      </w:r>
      <w:r w:rsidRPr="00FD351C">
        <w:rPr>
          <w:rFonts w:cstheme="minorHAns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Check12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6"/>
      <w:r w:rsidRPr="00FD351C">
        <w:rPr>
          <w:rFonts w:cstheme="minorHAnsi"/>
        </w:rPr>
        <w:tab/>
      </w:r>
    </w:p>
    <w:p w14:paraId="4C278D97" w14:textId="77777777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Indian   </w:t>
      </w:r>
      <w:r w:rsidRPr="00FD351C">
        <w:rPr>
          <w:rFonts w:cstheme="minorHAnsi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9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7"/>
      <w:r w:rsidRPr="00FD351C">
        <w:rPr>
          <w:rFonts w:cstheme="minorHAnsi"/>
        </w:rPr>
        <w:tab/>
        <w:t xml:space="preserve">   </w:t>
      </w:r>
    </w:p>
    <w:p w14:paraId="246FAF34" w14:textId="77777777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Pakistani  </w:t>
      </w:r>
      <w:r w:rsidRPr="00FD351C">
        <w:rPr>
          <w:rFonts w:cstheme="minorHAnsi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0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8"/>
      <w:r w:rsidRPr="00FD351C">
        <w:rPr>
          <w:rFonts w:cstheme="minorHAnsi"/>
        </w:rPr>
        <w:t xml:space="preserve">     </w:t>
      </w:r>
    </w:p>
    <w:p w14:paraId="6BA12419" w14:textId="52ADECBF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Any other Asian background, please </w:t>
      </w:r>
      <w:r w:rsidR="006A1261">
        <w:rPr>
          <w:rFonts w:cstheme="minorHAnsi"/>
        </w:rPr>
        <w:t>type here</w:t>
      </w:r>
      <w:r w:rsidRPr="00FD351C">
        <w:rPr>
          <w:rFonts w:cstheme="minorHAnsi"/>
        </w:rPr>
        <w:t>:</w:t>
      </w:r>
      <w:r w:rsidRPr="00FD351C">
        <w:rPr>
          <w:rFonts w:cstheme="minorHAn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9" w:name="Text4"/>
      <w:r w:rsidRPr="00FD351C">
        <w:rPr>
          <w:rFonts w:cstheme="minorHAnsi"/>
        </w:rPr>
        <w:instrText xml:space="preserve"> FORMTEXT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fldChar w:fldCharType="end"/>
      </w:r>
      <w:bookmarkEnd w:id="9"/>
      <w:r w:rsidRPr="00FD351C">
        <w:rPr>
          <w:rFonts w:cstheme="minorHAnsi"/>
        </w:rPr>
        <w:t xml:space="preserve">  </w:t>
      </w:r>
      <w:r w:rsidRPr="00FD351C">
        <w:rPr>
          <w:rFonts w:cstheme="minorHAnsi"/>
        </w:rPr>
        <w:tab/>
      </w:r>
      <w:r w:rsidRPr="00FD351C">
        <w:rPr>
          <w:rFonts w:cstheme="minorHAnsi"/>
        </w:rPr>
        <w:tab/>
      </w:r>
    </w:p>
    <w:p w14:paraId="1FF2B47E" w14:textId="77777777" w:rsidR="00561732" w:rsidRPr="00FD351C" w:rsidRDefault="00561732" w:rsidP="005E7230">
      <w:pPr>
        <w:rPr>
          <w:rFonts w:cstheme="minorHAnsi"/>
          <w:b/>
          <w:iCs/>
        </w:rPr>
      </w:pPr>
    </w:p>
    <w:p w14:paraId="3D02FE58" w14:textId="77777777" w:rsidR="00561732" w:rsidRPr="00FD351C" w:rsidRDefault="00561732" w:rsidP="005E7230">
      <w:pPr>
        <w:rPr>
          <w:rFonts w:cstheme="minorHAnsi"/>
          <w:b/>
          <w:iCs/>
        </w:rPr>
      </w:pPr>
      <w:r w:rsidRPr="00FD351C">
        <w:rPr>
          <w:rFonts w:cstheme="minorHAnsi"/>
          <w:b/>
          <w:iCs/>
        </w:rPr>
        <w:t>Black/ African/ Caribbean/ Black British</w:t>
      </w:r>
    </w:p>
    <w:p w14:paraId="36E45521" w14:textId="77777777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African  </w:t>
      </w:r>
      <w:r w:rsidRPr="00FD351C">
        <w:rPr>
          <w:rFonts w:cstheme="minorHAnsi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4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10"/>
      <w:r w:rsidRPr="00FD351C">
        <w:rPr>
          <w:rFonts w:cstheme="minorHAnsi"/>
        </w:rPr>
        <w:tab/>
        <w:t xml:space="preserve">    </w:t>
      </w:r>
    </w:p>
    <w:p w14:paraId="70A2A0B0" w14:textId="77777777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>Caribbean</w:t>
      </w:r>
      <w:r w:rsidRPr="00FD351C">
        <w:rPr>
          <w:rFonts w:cstheme="minorHAnsi"/>
        </w:rPr>
        <w:tab/>
      </w:r>
      <w:r w:rsidRPr="00FD351C">
        <w:rPr>
          <w:rFonts w:cstheme="minorHAnsi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5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11"/>
      <w:r w:rsidRPr="00FD351C">
        <w:rPr>
          <w:rFonts w:cstheme="minorHAnsi"/>
        </w:rPr>
        <w:t xml:space="preserve">   </w:t>
      </w:r>
    </w:p>
    <w:p w14:paraId="29FB67A4" w14:textId="541031F2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Any other Black/African/Caribbean background, please </w:t>
      </w:r>
      <w:r w:rsidR="006A1261">
        <w:rPr>
          <w:rFonts w:cstheme="minorHAnsi"/>
        </w:rPr>
        <w:t>type here</w:t>
      </w:r>
      <w:r w:rsidRPr="00FD351C">
        <w:rPr>
          <w:rFonts w:cstheme="minorHAnsi"/>
        </w:rPr>
        <w:t>:</w:t>
      </w:r>
      <w:r w:rsidRPr="00FD351C">
        <w:rPr>
          <w:rFonts w:cstheme="minorHAnsi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 w:rsidRPr="00FD351C">
        <w:rPr>
          <w:rFonts w:cstheme="minorHAnsi"/>
        </w:rPr>
        <w:instrText xml:space="preserve"> FORMTEXT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fldChar w:fldCharType="end"/>
      </w:r>
      <w:bookmarkEnd w:id="12"/>
      <w:r w:rsidRPr="00FD351C">
        <w:rPr>
          <w:rFonts w:cstheme="minorHAnsi"/>
        </w:rPr>
        <w:t xml:space="preserve"> </w:t>
      </w:r>
    </w:p>
    <w:p w14:paraId="690F3C71" w14:textId="77777777" w:rsidR="00D46F6B" w:rsidRDefault="00D46F6B" w:rsidP="005E7230">
      <w:pPr>
        <w:rPr>
          <w:rFonts w:cstheme="minorHAnsi"/>
          <w:b/>
          <w:iCs/>
        </w:rPr>
      </w:pPr>
    </w:p>
    <w:p w14:paraId="70C0FE5F" w14:textId="77777777" w:rsidR="00EE0944" w:rsidRDefault="00EE0944" w:rsidP="005E7230">
      <w:pPr>
        <w:rPr>
          <w:rFonts w:cstheme="minorHAnsi"/>
          <w:b/>
          <w:iCs/>
        </w:rPr>
      </w:pPr>
    </w:p>
    <w:p w14:paraId="0372BEB3" w14:textId="77777777" w:rsidR="00EE0944" w:rsidRDefault="00EE0944" w:rsidP="005E7230">
      <w:pPr>
        <w:rPr>
          <w:rFonts w:cstheme="minorHAnsi"/>
          <w:b/>
          <w:iCs/>
        </w:rPr>
      </w:pPr>
    </w:p>
    <w:p w14:paraId="011980EE" w14:textId="77777777" w:rsidR="00EE0944" w:rsidRDefault="00EE0944" w:rsidP="005E7230">
      <w:pPr>
        <w:rPr>
          <w:rFonts w:cstheme="minorHAnsi"/>
          <w:b/>
          <w:iCs/>
        </w:rPr>
      </w:pPr>
    </w:p>
    <w:p w14:paraId="06D525A2" w14:textId="77777777" w:rsidR="00EE0944" w:rsidRPr="00FD351C" w:rsidRDefault="00EE0944" w:rsidP="005E7230">
      <w:pPr>
        <w:rPr>
          <w:rFonts w:cstheme="minorHAnsi"/>
          <w:b/>
          <w:iCs/>
        </w:rPr>
      </w:pPr>
    </w:p>
    <w:p w14:paraId="6CD17AE4" w14:textId="77777777" w:rsidR="00561732" w:rsidRPr="00FD351C" w:rsidRDefault="00561732" w:rsidP="005E7230">
      <w:pPr>
        <w:rPr>
          <w:rFonts w:cstheme="minorHAnsi"/>
          <w:b/>
          <w:iCs/>
        </w:rPr>
      </w:pPr>
      <w:r w:rsidRPr="00FD351C">
        <w:rPr>
          <w:rFonts w:cstheme="minorHAnsi"/>
          <w:b/>
          <w:iCs/>
        </w:rPr>
        <w:t>Mixed/multiple ethnic groups</w:t>
      </w:r>
    </w:p>
    <w:p w14:paraId="3B646A00" w14:textId="77777777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White and Asian </w:t>
      </w:r>
      <w:r w:rsidRPr="00FD351C">
        <w:rPr>
          <w:rFonts w:cstheme="minorHAnsi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r w:rsidRPr="00FD351C">
        <w:rPr>
          <w:rFonts w:cstheme="minorHAnsi"/>
        </w:rPr>
        <w:tab/>
      </w:r>
      <w:r w:rsidRPr="00FD351C">
        <w:rPr>
          <w:rFonts w:cstheme="minorHAnsi"/>
        </w:rPr>
        <w:tab/>
      </w:r>
    </w:p>
    <w:p w14:paraId="16434E81" w14:textId="77777777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White and Black African </w:t>
      </w:r>
      <w:r w:rsidRPr="00FD351C">
        <w:rPr>
          <w:rFonts w:cstheme="minorHAnsi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r w:rsidRPr="00FD351C">
        <w:rPr>
          <w:rFonts w:cstheme="minorHAnsi"/>
        </w:rPr>
        <w:t xml:space="preserve">      </w:t>
      </w:r>
    </w:p>
    <w:p w14:paraId="2F276FCC" w14:textId="77777777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>White and Black Caribbean</w:t>
      </w:r>
      <w:r w:rsidRPr="00FD351C">
        <w:rPr>
          <w:rFonts w:cstheme="minorHAnsi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28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13"/>
      <w:r w:rsidRPr="00FD351C">
        <w:rPr>
          <w:rFonts w:cstheme="minorHAnsi"/>
        </w:rPr>
        <w:tab/>
        <w:t xml:space="preserve"> </w:t>
      </w:r>
    </w:p>
    <w:p w14:paraId="16F8C326" w14:textId="2862063F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Any other mixed background, please </w:t>
      </w:r>
      <w:r w:rsidR="00D2201B">
        <w:rPr>
          <w:rFonts w:cstheme="minorHAnsi"/>
        </w:rPr>
        <w:t>type here</w:t>
      </w:r>
      <w:r w:rsidRPr="00FD351C">
        <w:rPr>
          <w:rFonts w:cstheme="minorHAnsi"/>
        </w:rPr>
        <w:t>:</w:t>
      </w:r>
      <w:r w:rsidRPr="00FD351C">
        <w:rPr>
          <w:rFonts w:cstheme="minorHAn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4" w:name="Text3"/>
      <w:r w:rsidRPr="00FD351C">
        <w:rPr>
          <w:rFonts w:cstheme="minorHAnsi"/>
        </w:rPr>
        <w:instrText xml:space="preserve"> FORMTEXT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fldChar w:fldCharType="end"/>
      </w:r>
      <w:bookmarkEnd w:id="14"/>
      <w:r w:rsidRPr="00FD351C">
        <w:rPr>
          <w:rFonts w:cstheme="minorHAnsi"/>
        </w:rPr>
        <w:t xml:space="preserve">    </w:t>
      </w:r>
    </w:p>
    <w:p w14:paraId="60633AB5" w14:textId="77777777" w:rsidR="00561732" w:rsidRPr="00FD351C" w:rsidRDefault="00561732" w:rsidP="005E7230">
      <w:pPr>
        <w:rPr>
          <w:rFonts w:cstheme="minorHAnsi"/>
          <w:b/>
          <w:bCs/>
          <w:iCs/>
          <w:lang w:val="en-US"/>
        </w:rPr>
      </w:pPr>
    </w:p>
    <w:p w14:paraId="59D00A8B" w14:textId="77777777" w:rsidR="00561732" w:rsidRPr="00FD351C" w:rsidRDefault="00561732" w:rsidP="005E7230">
      <w:pPr>
        <w:rPr>
          <w:rFonts w:cstheme="minorHAnsi"/>
          <w:b/>
          <w:bCs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White</w:t>
      </w:r>
    </w:p>
    <w:p w14:paraId="1D3159B4" w14:textId="77777777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British   </w:t>
      </w:r>
      <w:r w:rsidRPr="00FD351C">
        <w:rPr>
          <w:rFonts w:cstheme="minorHAns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r w:rsidRPr="00FD351C">
        <w:rPr>
          <w:rFonts w:cstheme="minorHAnsi"/>
        </w:rPr>
        <w:tab/>
      </w:r>
    </w:p>
    <w:p w14:paraId="094B14C1" w14:textId="77777777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English  </w:t>
      </w:r>
      <w:r w:rsidRPr="00FD351C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r w:rsidRPr="00FD351C">
        <w:rPr>
          <w:rFonts w:cstheme="minorHAnsi"/>
        </w:rPr>
        <w:tab/>
      </w:r>
    </w:p>
    <w:p w14:paraId="2067D2BB" w14:textId="77777777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Gypsy or Irish Traveller </w:t>
      </w:r>
      <w:r w:rsidRPr="00FD351C">
        <w:rPr>
          <w:rFonts w:cstheme="minorHAnsi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r w:rsidRPr="00FD351C">
        <w:rPr>
          <w:rFonts w:cstheme="minorHAnsi"/>
        </w:rPr>
        <w:t xml:space="preserve">      </w:t>
      </w:r>
    </w:p>
    <w:p w14:paraId="4A0C26A0" w14:textId="77777777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Irish </w:t>
      </w:r>
      <w:r w:rsidRPr="00FD351C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r w:rsidRPr="00FD351C">
        <w:rPr>
          <w:rFonts w:cstheme="minorHAnsi"/>
        </w:rPr>
        <w:tab/>
      </w:r>
    </w:p>
    <w:p w14:paraId="4F32A808" w14:textId="77777777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Northern Irish  </w:t>
      </w:r>
      <w:r w:rsidRPr="00FD351C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r w:rsidRPr="00FD351C">
        <w:rPr>
          <w:rFonts w:cstheme="minorHAnsi"/>
        </w:rPr>
        <w:t xml:space="preserve"> </w:t>
      </w:r>
      <w:r w:rsidRPr="00FD351C">
        <w:rPr>
          <w:rFonts w:cstheme="minorHAnsi"/>
        </w:rPr>
        <w:tab/>
      </w:r>
    </w:p>
    <w:p w14:paraId="656527ED" w14:textId="77777777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Scottish  </w:t>
      </w:r>
      <w:r w:rsidRPr="00FD351C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r w:rsidRPr="00FD351C">
        <w:rPr>
          <w:rFonts w:cstheme="minorHAnsi"/>
        </w:rPr>
        <w:tab/>
        <w:t xml:space="preserve"> </w:t>
      </w:r>
    </w:p>
    <w:p w14:paraId="74B993F3" w14:textId="77777777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Welsh </w:t>
      </w:r>
      <w:r w:rsidRPr="00FD351C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r w:rsidRPr="00FD351C">
        <w:rPr>
          <w:rFonts w:cstheme="minorHAnsi"/>
        </w:rPr>
        <w:tab/>
        <w:t xml:space="preserve">        </w:t>
      </w:r>
    </w:p>
    <w:p w14:paraId="0E6DBDDA" w14:textId="224A1538" w:rsidR="00561732" w:rsidRPr="00FD351C" w:rsidRDefault="00561732" w:rsidP="005E7230">
      <w:pPr>
        <w:rPr>
          <w:rFonts w:cstheme="minorHAnsi"/>
        </w:rPr>
      </w:pPr>
      <w:r w:rsidRPr="00FD351C">
        <w:rPr>
          <w:rFonts w:cstheme="minorHAnsi"/>
        </w:rPr>
        <w:t xml:space="preserve">Any other white background, please </w:t>
      </w:r>
      <w:r w:rsidR="00D2201B">
        <w:rPr>
          <w:rFonts w:cstheme="minorHAnsi"/>
        </w:rPr>
        <w:t>type here</w:t>
      </w:r>
      <w:r w:rsidRPr="00FD351C">
        <w:rPr>
          <w:rFonts w:cstheme="minorHAnsi"/>
        </w:rPr>
        <w:t xml:space="preserve">:  </w:t>
      </w:r>
      <w:r w:rsidRPr="00FD351C">
        <w:rPr>
          <w:rFonts w:cstheme="minorHAn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5" w:name="Text2"/>
      <w:r w:rsidRPr="00FD351C">
        <w:rPr>
          <w:rFonts w:cstheme="minorHAnsi"/>
        </w:rPr>
        <w:instrText xml:space="preserve"> FORMTEXT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t> </w:t>
      </w:r>
      <w:r w:rsidRPr="00FD351C">
        <w:rPr>
          <w:rFonts w:cstheme="minorHAnsi"/>
        </w:rPr>
        <w:fldChar w:fldCharType="end"/>
      </w:r>
      <w:bookmarkEnd w:id="15"/>
    </w:p>
    <w:p w14:paraId="23190F51" w14:textId="77777777" w:rsidR="00561732" w:rsidRPr="00FD351C" w:rsidRDefault="00561732" w:rsidP="005E7230">
      <w:pPr>
        <w:rPr>
          <w:rFonts w:cstheme="minorHAnsi"/>
          <w:b/>
          <w:iCs/>
        </w:rPr>
      </w:pPr>
    </w:p>
    <w:p w14:paraId="46D4B6A4" w14:textId="45467FAC" w:rsidR="00561732" w:rsidRPr="00D46F6B" w:rsidRDefault="005E7230" w:rsidP="005E7230">
      <w:pPr>
        <w:rPr>
          <w:rFonts w:cstheme="minorHAnsi"/>
        </w:rPr>
      </w:pPr>
      <w:r w:rsidRPr="00FD351C">
        <w:rPr>
          <w:rFonts w:cstheme="minorHAnsi"/>
        </w:rPr>
        <w:t>Please</w:t>
      </w:r>
      <w:r w:rsidR="00561732" w:rsidRPr="00FD351C">
        <w:rPr>
          <w:rFonts w:cstheme="minorHAnsi"/>
        </w:rPr>
        <w:t xml:space="preserve"> </w:t>
      </w:r>
      <w:r w:rsidR="00927F43">
        <w:rPr>
          <w:rFonts w:cstheme="minorHAnsi"/>
        </w:rPr>
        <w:t xml:space="preserve">type in any other </w:t>
      </w:r>
      <w:r w:rsidR="005A4F6B">
        <w:rPr>
          <w:rFonts w:cstheme="minorHAnsi"/>
        </w:rPr>
        <w:t>ethnicity</w:t>
      </w:r>
      <w:r w:rsidR="00561732" w:rsidRPr="00FD351C">
        <w:rPr>
          <w:rFonts w:cstheme="minorHAnsi"/>
        </w:rPr>
        <w:t>:</w:t>
      </w:r>
      <w:r w:rsidR="00561732" w:rsidRPr="00FD351C">
        <w:rPr>
          <w:rFonts w:cstheme="minorHAnsi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6" w:name="Text6"/>
      <w:r w:rsidR="00561732" w:rsidRPr="00FD351C">
        <w:rPr>
          <w:rFonts w:cstheme="minorHAnsi"/>
        </w:rPr>
        <w:instrText xml:space="preserve"> FORMTEXT </w:instrText>
      </w:r>
      <w:r w:rsidR="00561732" w:rsidRPr="00FD351C">
        <w:rPr>
          <w:rFonts w:cstheme="minorHAnsi"/>
        </w:rPr>
      </w:r>
      <w:r w:rsidR="00561732" w:rsidRPr="00FD351C">
        <w:rPr>
          <w:rFonts w:cstheme="minorHAnsi"/>
        </w:rPr>
        <w:fldChar w:fldCharType="separate"/>
      </w:r>
      <w:r w:rsidR="00561732" w:rsidRPr="00FD351C">
        <w:rPr>
          <w:rFonts w:cstheme="minorHAnsi"/>
        </w:rPr>
        <w:t> </w:t>
      </w:r>
      <w:r w:rsidR="00561732" w:rsidRPr="00FD351C">
        <w:rPr>
          <w:rFonts w:cstheme="minorHAnsi"/>
        </w:rPr>
        <w:t> </w:t>
      </w:r>
      <w:r w:rsidR="00561732" w:rsidRPr="00FD351C">
        <w:rPr>
          <w:rFonts w:cstheme="minorHAnsi"/>
        </w:rPr>
        <w:t> </w:t>
      </w:r>
      <w:r w:rsidR="00561732" w:rsidRPr="00FD351C">
        <w:rPr>
          <w:rFonts w:cstheme="minorHAnsi"/>
        </w:rPr>
        <w:t> </w:t>
      </w:r>
      <w:r w:rsidR="00561732" w:rsidRPr="00FD351C">
        <w:rPr>
          <w:rFonts w:cstheme="minorHAnsi"/>
        </w:rPr>
        <w:t> </w:t>
      </w:r>
      <w:r w:rsidR="00561732" w:rsidRPr="00FD351C">
        <w:rPr>
          <w:rFonts w:cstheme="minorHAnsi"/>
        </w:rPr>
        <w:fldChar w:fldCharType="end"/>
      </w:r>
      <w:bookmarkEnd w:id="16"/>
      <w:r w:rsidR="00561732" w:rsidRPr="00FD351C">
        <w:rPr>
          <w:rFonts w:cstheme="minorHAnsi"/>
        </w:rPr>
        <w:t xml:space="preserve">   </w:t>
      </w:r>
    </w:p>
    <w:p w14:paraId="531426D8" w14:textId="631C6631" w:rsidR="00561732" w:rsidRPr="00FD351C" w:rsidRDefault="00927F43" w:rsidP="005E7230">
      <w:pPr>
        <w:rPr>
          <w:rFonts w:cstheme="minorHAnsi"/>
          <w:b/>
          <w:bCs/>
        </w:rPr>
        <w:sectPr w:rsidR="00561732" w:rsidRPr="00FD351C" w:rsidSect="00634D1F">
          <w:type w:val="continuous"/>
          <w:pgSz w:w="11900" w:h="16840"/>
          <w:pgMar w:top="1134" w:right="1077" w:bottom="1134" w:left="1077" w:header="709" w:footer="709" w:gutter="0"/>
          <w:cols w:num="2" w:space="708"/>
          <w:docGrid w:linePitch="360"/>
        </w:sectPr>
      </w:pPr>
      <w:r>
        <w:rPr>
          <w:rFonts w:cstheme="minorHAnsi"/>
        </w:rPr>
        <w:t>I p</w:t>
      </w:r>
      <w:r w:rsidRPr="00FD351C">
        <w:rPr>
          <w:rFonts w:cstheme="minorHAnsi"/>
        </w:rPr>
        <w:t>refer not to say</w:t>
      </w:r>
      <w:r w:rsidR="00561732" w:rsidRPr="00FD351C">
        <w:rPr>
          <w:rFonts w:cstheme="minorHAnsi"/>
          <w:b/>
          <w:bCs/>
        </w:rPr>
        <w:t xml:space="preserve"> </w:t>
      </w:r>
      <w:r w:rsidR="00561732" w:rsidRPr="00FD351C">
        <w:rPr>
          <w:rFonts w:cstheme="minorHAnsi"/>
          <w:b/>
          <w:bCs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8"/>
      <w:r w:rsidR="00561732" w:rsidRPr="00FD351C">
        <w:rPr>
          <w:rFonts w:cstheme="minorHAnsi"/>
          <w:b/>
          <w:bCs/>
        </w:rPr>
        <w:instrText xml:space="preserve"> FORMCHECKBOX </w:instrText>
      </w:r>
      <w:r w:rsidR="00561732" w:rsidRPr="00FD351C">
        <w:rPr>
          <w:rFonts w:cstheme="minorHAnsi"/>
          <w:b/>
          <w:bCs/>
        </w:rPr>
      </w:r>
      <w:r w:rsidR="00561732" w:rsidRPr="00FD351C">
        <w:rPr>
          <w:rFonts w:cstheme="minorHAnsi"/>
          <w:b/>
          <w:bCs/>
        </w:rPr>
        <w:fldChar w:fldCharType="separate"/>
      </w:r>
      <w:r w:rsidR="00561732" w:rsidRPr="00FD351C">
        <w:rPr>
          <w:rFonts w:cstheme="minorHAnsi"/>
          <w:b/>
          <w:bCs/>
        </w:rPr>
        <w:fldChar w:fldCharType="end"/>
      </w:r>
      <w:bookmarkEnd w:id="17"/>
      <w:r w:rsidR="00561732" w:rsidRPr="00FD351C">
        <w:rPr>
          <w:rFonts w:cstheme="minorHAnsi"/>
          <w:b/>
          <w:bCs/>
        </w:rPr>
        <w:t xml:space="preserve"> </w:t>
      </w:r>
    </w:p>
    <w:p w14:paraId="4723160B" w14:textId="0407592F" w:rsidR="00C95F41" w:rsidRPr="00FD351C" w:rsidRDefault="00FE1A6F" w:rsidP="005E7230">
      <w:pPr>
        <w:rPr>
          <w:rFonts w:cstheme="minorHAnsi"/>
          <w:b/>
          <w:bCs/>
        </w:rPr>
      </w:pPr>
      <w:r w:rsidRPr="00FD351C">
        <w:rPr>
          <w:rFonts w:cstheme="minorHAnsi"/>
          <w:b/>
          <w:bCs/>
        </w:rPr>
        <w:t>What is your a</w:t>
      </w:r>
      <w:r w:rsidR="00561732" w:rsidRPr="00FD351C">
        <w:rPr>
          <w:rFonts w:cstheme="minorHAnsi"/>
          <w:b/>
          <w:bCs/>
        </w:rPr>
        <w:t>ge</w:t>
      </w:r>
      <w:r w:rsidRPr="00FD351C">
        <w:rPr>
          <w:rFonts w:cstheme="minorHAnsi"/>
          <w:b/>
          <w:bCs/>
        </w:rPr>
        <w:t>?</w:t>
      </w:r>
      <w:r w:rsidR="00561732" w:rsidRPr="00FD351C">
        <w:rPr>
          <w:rFonts w:cstheme="minorHAnsi"/>
          <w:b/>
          <w:bCs/>
        </w:rPr>
        <w:t xml:space="preserve"> </w:t>
      </w:r>
    </w:p>
    <w:p w14:paraId="28117B37" w14:textId="13019D2D" w:rsidR="00561732" w:rsidRPr="00FD351C" w:rsidRDefault="00C95F41" w:rsidP="005E7230">
      <w:pPr>
        <w:rPr>
          <w:rFonts w:cstheme="minorHAnsi"/>
        </w:rPr>
      </w:pPr>
      <w:r w:rsidRPr="00FD351C">
        <w:rPr>
          <w:rFonts w:cstheme="minorHAnsi"/>
        </w:rPr>
        <w:t xml:space="preserve">0 – 19 </w:t>
      </w:r>
      <w:r w:rsidRPr="00FD351C">
        <w:rPr>
          <w:rFonts w:cstheme="minorHAns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2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18"/>
      <w:r w:rsidRPr="00FD351C">
        <w:rPr>
          <w:rFonts w:cstheme="minorHAnsi"/>
        </w:rPr>
        <w:tab/>
        <w:t xml:space="preserve">20 – 34 </w:t>
      </w:r>
      <w:r w:rsidRPr="00FD351C">
        <w:rPr>
          <w:rFonts w:cstheme="minorHAns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3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19"/>
      <w:r w:rsidRPr="00FD351C">
        <w:rPr>
          <w:rFonts w:cstheme="minorHAnsi"/>
        </w:rPr>
        <w:tab/>
        <w:t xml:space="preserve">35 – 49  </w:t>
      </w:r>
      <w:r w:rsidRPr="00FD351C">
        <w:rPr>
          <w:rFonts w:cstheme="minorHAnsi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4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20"/>
      <w:r w:rsidRPr="00FD351C">
        <w:rPr>
          <w:rFonts w:cstheme="minorHAnsi"/>
        </w:rPr>
        <w:t xml:space="preserve">     50 – 64 </w:t>
      </w:r>
      <w:r w:rsidRPr="00FD351C">
        <w:rPr>
          <w:rFonts w:cstheme="minorHAnsi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5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21"/>
      <w:r w:rsidRPr="00FD351C">
        <w:rPr>
          <w:rFonts w:cstheme="minorHAnsi"/>
        </w:rPr>
        <w:tab/>
        <w:t xml:space="preserve">65+  </w:t>
      </w:r>
      <w:r w:rsidRPr="00FD351C">
        <w:rPr>
          <w:rFonts w:cstheme="minorHAnsi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6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22"/>
      <w:r w:rsidRPr="00FD351C">
        <w:rPr>
          <w:rFonts w:cstheme="minorHAnsi"/>
        </w:rPr>
        <w:t xml:space="preserve">  </w:t>
      </w:r>
      <w:r w:rsidR="00927F43">
        <w:rPr>
          <w:rFonts w:cstheme="minorHAnsi"/>
        </w:rPr>
        <w:t>I p</w:t>
      </w:r>
      <w:r w:rsidR="00927F43" w:rsidRPr="00FD351C">
        <w:rPr>
          <w:rFonts w:cstheme="minorHAnsi"/>
        </w:rPr>
        <w:t>refer not to say</w:t>
      </w:r>
      <w:r w:rsidR="00927F43" w:rsidRPr="00FD351C">
        <w:rPr>
          <w:rFonts w:cstheme="minorHAnsi"/>
          <w:b/>
          <w:bCs/>
        </w:rPr>
        <w:t xml:space="preserve"> </w:t>
      </w:r>
      <w:r w:rsidRPr="00FD351C">
        <w:rPr>
          <w:rFonts w:cstheme="minorHAnsi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7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23"/>
    </w:p>
    <w:p w14:paraId="3925A6EF" w14:textId="77777777" w:rsidR="00503012" w:rsidRPr="00FD351C" w:rsidRDefault="00503012" w:rsidP="005E7230">
      <w:pPr>
        <w:rPr>
          <w:rFonts w:cstheme="minorHAnsi"/>
        </w:rPr>
      </w:pPr>
    </w:p>
    <w:p w14:paraId="5E9E1353" w14:textId="77777777" w:rsidR="000C707C" w:rsidRPr="00FD351C" w:rsidRDefault="000C707C" w:rsidP="000C707C">
      <w:pPr>
        <w:rPr>
          <w:rFonts w:cstheme="minorHAnsi"/>
        </w:rPr>
      </w:pPr>
      <w:r>
        <w:rPr>
          <w:rFonts w:cstheme="minorHAnsi"/>
          <w:b/>
          <w:bCs/>
        </w:rPr>
        <w:t>Which most accurately describes you</w:t>
      </w:r>
      <w:r w:rsidRPr="00FD351C">
        <w:rPr>
          <w:rFonts w:cstheme="minorHAnsi"/>
          <w:b/>
          <w:bCs/>
        </w:rPr>
        <w:t>?</w:t>
      </w:r>
    </w:p>
    <w:p w14:paraId="3280DDBA" w14:textId="5E9A5F7E" w:rsidR="00C95F41" w:rsidRPr="00FD351C" w:rsidRDefault="00C95F41" w:rsidP="005E7230">
      <w:pPr>
        <w:rPr>
          <w:rFonts w:cstheme="minorHAnsi"/>
        </w:rPr>
      </w:pPr>
      <w:r w:rsidRPr="00FD351C">
        <w:rPr>
          <w:rFonts w:cstheme="minorHAnsi"/>
        </w:rPr>
        <w:t xml:space="preserve">Bisexual  </w:t>
      </w:r>
      <w:r w:rsidRPr="00FD351C">
        <w:rPr>
          <w:rFonts w:cstheme="minorHAnsi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5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24"/>
      <w:r w:rsidRPr="00FD351C">
        <w:rPr>
          <w:rFonts w:cstheme="minorHAnsi"/>
        </w:rPr>
        <w:tab/>
        <w:t xml:space="preserve">Gay Man </w:t>
      </w:r>
      <w:r w:rsidRPr="00FD351C">
        <w:rPr>
          <w:rFonts w:cstheme="minorHAnsi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3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25"/>
      <w:r w:rsidRPr="00FD351C">
        <w:rPr>
          <w:rFonts w:cstheme="minorHAnsi"/>
        </w:rPr>
        <w:t xml:space="preserve">     Gay Woman/Lesbian </w:t>
      </w:r>
      <w:r w:rsidRPr="00FD351C">
        <w:rPr>
          <w:rFonts w:cstheme="minorHAnsi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7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26"/>
      <w:r w:rsidRPr="00FD351C">
        <w:rPr>
          <w:rFonts w:cstheme="minorHAnsi"/>
        </w:rPr>
        <w:tab/>
        <w:t xml:space="preserve">Heterosexual </w:t>
      </w:r>
      <w:r w:rsidRPr="00FD351C">
        <w:rPr>
          <w:rFonts w:cstheme="minorHAnsi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2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27"/>
    </w:p>
    <w:p w14:paraId="14C6E9B0" w14:textId="4BC3F5EB" w:rsidR="00561732" w:rsidRPr="00FD351C" w:rsidRDefault="00927F43" w:rsidP="005E7230">
      <w:pPr>
        <w:rPr>
          <w:rFonts w:cstheme="minorHAnsi"/>
        </w:rPr>
      </w:pPr>
      <w:r>
        <w:rPr>
          <w:rFonts w:cstheme="minorHAnsi"/>
        </w:rPr>
        <w:t>I p</w:t>
      </w:r>
      <w:r w:rsidRPr="00FD351C">
        <w:rPr>
          <w:rFonts w:cstheme="minorHAnsi"/>
        </w:rPr>
        <w:t>refer not to say</w:t>
      </w:r>
      <w:r w:rsidRPr="00FD351C">
        <w:rPr>
          <w:rFonts w:cstheme="minorHAnsi"/>
          <w:b/>
          <w:bCs/>
        </w:rPr>
        <w:t xml:space="preserve"> </w:t>
      </w:r>
      <w:r w:rsidR="00C95F41" w:rsidRPr="00FD351C">
        <w:rPr>
          <w:rFonts w:cstheme="minorHAnsi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26"/>
      <w:r w:rsidR="00C95F41" w:rsidRPr="00FD351C">
        <w:rPr>
          <w:rFonts w:cstheme="minorHAnsi"/>
        </w:rPr>
        <w:instrText xml:space="preserve"> FORMCHECKBOX </w:instrText>
      </w:r>
      <w:r w:rsidR="00C95F41" w:rsidRPr="00FD351C">
        <w:rPr>
          <w:rFonts w:cstheme="minorHAnsi"/>
        </w:rPr>
      </w:r>
      <w:r w:rsidR="00C95F41" w:rsidRPr="00FD351C">
        <w:rPr>
          <w:rFonts w:cstheme="minorHAnsi"/>
        </w:rPr>
        <w:fldChar w:fldCharType="separate"/>
      </w:r>
      <w:r w:rsidR="00C95F41" w:rsidRPr="00FD351C">
        <w:rPr>
          <w:rFonts w:cstheme="minorHAnsi"/>
        </w:rPr>
        <w:fldChar w:fldCharType="end"/>
      </w:r>
      <w:bookmarkEnd w:id="28"/>
      <w:r w:rsidR="00C95F41" w:rsidRPr="00FD351C">
        <w:rPr>
          <w:rFonts w:cstheme="minorHAnsi"/>
        </w:rPr>
        <w:t xml:space="preserve">     </w:t>
      </w:r>
      <w:r w:rsidR="00C31D48" w:rsidRPr="00FD351C">
        <w:rPr>
          <w:rFonts w:cstheme="minorHAnsi"/>
        </w:rPr>
        <w:t>If you use</w:t>
      </w:r>
      <w:r w:rsidR="00C31D48">
        <w:rPr>
          <w:rFonts w:cstheme="minorHAnsi"/>
        </w:rPr>
        <w:t xml:space="preserve"> another</w:t>
      </w:r>
      <w:r w:rsidR="00C31D48" w:rsidRPr="00FD351C">
        <w:rPr>
          <w:rFonts w:cstheme="minorHAnsi"/>
        </w:rPr>
        <w:t xml:space="preserve"> term, please </w:t>
      </w:r>
      <w:r w:rsidR="00C31D48">
        <w:rPr>
          <w:rFonts w:cstheme="minorHAnsi"/>
        </w:rPr>
        <w:t>type</w:t>
      </w:r>
      <w:r w:rsidR="00C31D48" w:rsidRPr="00FD351C">
        <w:rPr>
          <w:rFonts w:cstheme="minorHAnsi"/>
        </w:rPr>
        <w:t xml:space="preserve"> here</w:t>
      </w:r>
      <w:r w:rsidR="00C95F41" w:rsidRPr="00FD351C">
        <w:rPr>
          <w:rFonts w:cstheme="minorHAnsi"/>
        </w:rPr>
        <w:t xml:space="preserve"> </w:t>
      </w:r>
      <w:r w:rsidR="00C95F41" w:rsidRPr="00FD351C">
        <w:rPr>
          <w:rFonts w:cstheme="minorHAnsi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29" w:name="Text7"/>
      <w:r w:rsidR="00C95F41" w:rsidRPr="00FD351C">
        <w:rPr>
          <w:rFonts w:cstheme="minorHAnsi"/>
        </w:rPr>
        <w:instrText xml:space="preserve"> FORMTEXT </w:instrText>
      </w:r>
      <w:r w:rsidR="00C95F41" w:rsidRPr="00FD351C">
        <w:rPr>
          <w:rFonts w:cstheme="minorHAnsi"/>
        </w:rPr>
      </w:r>
      <w:r w:rsidR="00C95F41" w:rsidRPr="00FD351C">
        <w:rPr>
          <w:rFonts w:cstheme="minorHAnsi"/>
        </w:rPr>
        <w:fldChar w:fldCharType="separate"/>
      </w:r>
      <w:r w:rsidR="00C95F41" w:rsidRPr="00FD351C">
        <w:rPr>
          <w:rFonts w:cstheme="minorHAnsi"/>
        </w:rPr>
        <w:t> </w:t>
      </w:r>
      <w:r w:rsidR="00C95F41" w:rsidRPr="00FD351C">
        <w:rPr>
          <w:rFonts w:cstheme="minorHAnsi"/>
        </w:rPr>
        <w:t> </w:t>
      </w:r>
      <w:r w:rsidR="00C95F41" w:rsidRPr="00FD351C">
        <w:rPr>
          <w:rFonts w:cstheme="minorHAnsi"/>
        </w:rPr>
        <w:t> </w:t>
      </w:r>
      <w:r w:rsidR="00C95F41" w:rsidRPr="00FD351C">
        <w:rPr>
          <w:rFonts w:cstheme="minorHAnsi"/>
        </w:rPr>
        <w:t> </w:t>
      </w:r>
      <w:r w:rsidR="00C95F41" w:rsidRPr="00FD351C">
        <w:rPr>
          <w:rFonts w:cstheme="minorHAnsi"/>
        </w:rPr>
        <w:t> </w:t>
      </w:r>
      <w:r w:rsidR="00C95F41" w:rsidRPr="00FD351C">
        <w:rPr>
          <w:rFonts w:cstheme="minorHAnsi"/>
        </w:rPr>
        <w:fldChar w:fldCharType="end"/>
      </w:r>
      <w:bookmarkEnd w:id="29"/>
    </w:p>
    <w:p w14:paraId="103FA292" w14:textId="77777777" w:rsidR="00FD351C" w:rsidRPr="00FD351C" w:rsidRDefault="00FD351C" w:rsidP="005E7230">
      <w:pPr>
        <w:rPr>
          <w:rFonts w:cstheme="minorHAnsi"/>
        </w:rPr>
      </w:pPr>
    </w:p>
    <w:p w14:paraId="49572B30" w14:textId="77C293B1" w:rsidR="00196E84" w:rsidRPr="00352D5E" w:rsidRDefault="00196E84" w:rsidP="00196E84">
      <w:pPr>
        <w:rPr>
          <w:rFonts w:cstheme="minorHAnsi"/>
          <w:i/>
          <w:iCs/>
        </w:rPr>
      </w:pPr>
      <w:r w:rsidRPr="00196E84">
        <w:rPr>
          <w:rFonts w:cstheme="minorHAnsi"/>
          <w:b/>
          <w:bCs/>
        </w:rPr>
        <w:t>Are you disabled, have an impairment, condition or access need?</w:t>
      </w:r>
      <w:r w:rsidR="00352D5E" w:rsidRPr="00352D5E">
        <w:rPr>
          <w:rFonts w:cstheme="minorHAnsi"/>
          <w:b/>
          <w:bCs/>
        </w:rPr>
        <w:t xml:space="preserve"> </w:t>
      </w:r>
      <w:r w:rsidR="00352D5E" w:rsidRPr="00352D5E">
        <w:rPr>
          <w:rFonts w:cstheme="minorHAnsi"/>
          <w:i/>
          <w:iCs/>
        </w:rPr>
        <w:t xml:space="preserve">We aim to remove barriers for people who </w:t>
      </w:r>
      <w:r w:rsidR="004D19D6">
        <w:rPr>
          <w:rFonts w:cstheme="minorHAnsi"/>
          <w:i/>
          <w:iCs/>
        </w:rPr>
        <w:t xml:space="preserve">are disabled or </w:t>
      </w:r>
      <w:r w:rsidR="00352D5E" w:rsidRPr="00352D5E">
        <w:rPr>
          <w:rFonts w:cstheme="minorHAnsi"/>
          <w:i/>
          <w:iCs/>
        </w:rPr>
        <w:t>have a condition or impairment.</w:t>
      </w:r>
    </w:p>
    <w:p w14:paraId="456F7665" w14:textId="663D835F" w:rsidR="00C74135" w:rsidRPr="00196E84" w:rsidRDefault="00561732" w:rsidP="005E7230">
      <w:pPr>
        <w:rPr>
          <w:rFonts w:cstheme="minorHAnsi"/>
        </w:rPr>
        <w:sectPr w:rsidR="00C74135" w:rsidRPr="00196E84" w:rsidSect="00634D1F">
          <w:headerReference w:type="default" r:id="rId9"/>
          <w:footerReference w:type="default" r:id="rId10"/>
          <w:type w:val="continuous"/>
          <w:pgSz w:w="11900" w:h="16840"/>
          <w:pgMar w:top="1134" w:right="1077" w:bottom="1134" w:left="1077" w:header="709" w:footer="709" w:gutter="0"/>
          <w:cols w:space="708"/>
          <w:docGrid w:linePitch="360"/>
        </w:sectPr>
      </w:pPr>
      <w:r w:rsidRPr="00FD351C">
        <w:rPr>
          <w:rFonts w:cstheme="minorHAnsi"/>
        </w:rPr>
        <w:t xml:space="preserve">Yes </w:t>
      </w:r>
      <w:r w:rsidRPr="00FD351C">
        <w:rPr>
          <w:rFonts w:cstheme="minorHAnsi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19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30"/>
      <w:r w:rsidRPr="00FD351C">
        <w:rPr>
          <w:rFonts w:cstheme="minorHAnsi"/>
        </w:rPr>
        <w:tab/>
      </w:r>
      <w:r w:rsidRPr="00FD351C">
        <w:rPr>
          <w:rFonts w:cstheme="minorHAnsi"/>
        </w:rPr>
        <w:tab/>
        <w:t xml:space="preserve">No </w:t>
      </w:r>
      <w:r w:rsidRPr="00FD351C">
        <w:rPr>
          <w:rFonts w:cstheme="minorHAnsi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20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31"/>
      <w:r w:rsidRPr="00FD351C">
        <w:rPr>
          <w:rFonts w:cstheme="minorHAnsi"/>
        </w:rPr>
        <w:tab/>
      </w:r>
      <w:r w:rsidRPr="00FD351C">
        <w:rPr>
          <w:rFonts w:cstheme="minorHAnsi"/>
        </w:rPr>
        <w:tab/>
      </w:r>
      <w:r w:rsidR="00927F43">
        <w:rPr>
          <w:rFonts w:cstheme="minorHAnsi"/>
        </w:rPr>
        <w:t>I p</w:t>
      </w:r>
      <w:r w:rsidR="00927F43" w:rsidRPr="00FD351C">
        <w:rPr>
          <w:rFonts w:cstheme="minorHAnsi"/>
        </w:rPr>
        <w:t>refer not to say</w:t>
      </w:r>
      <w:r w:rsidR="00927F43" w:rsidRPr="00FD351C">
        <w:rPr>
          <w:rFonts w:cstheme="minorHAnsi"/>
          <w:b/>
          <w:bCs/>
        </w:rPr>
        <w:t xml:space="preserve"> </w:t>
      </w:r>
      <w:r w:rsidRPr="00FD351C">
        <w:rPr>
          <w:rFonts w:cstheme="minorHAnsi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21"/>
      <w:r w:rsidRPr="00FD351C">
        <w:rPr>
          <w:rFonts w:cstheme="minorHAnsi"/>
        </w:rPr>
        <w:instrText xml:space="preserve"> FORMCHECKBOX </w:instrText>
      </w:r>
      <w:r w:rsidRPr="00FD351C">
        <w:rPr>
          <w:rFonts w:cstheme="minorHAnsi"/>
        </w:rPr>
      </w:r>
      <w:r w:rsidRPr="00FD351C">
        <w:rPr>
          <w:rFonts w:cstheme="minorHAnsi"/>
        </w:rPr>
        <w:fldChar w:fldCharType="separate"/>
      </w:r>
      <w:r w:rsidRPr="00FD351C">
        <w:rPr>
          <w:rFonts w:cstheme="minorHAnsi"/>
        </w:rPr>
        <w:fldChar w:fldCharType="end"/>
      </w:r>
      <w:bookmarkEnd w:id="32"/>
    </w:p>
    <w:p w14:paraId="601DECBD" w14:textId="77777777" w:rsidR="00561732" w:rsidRPr="00FD351C" w:rsidRDefault="00561732" w:rsidP="005E7230">
      <w:pPr>
        <w:rPr>
          <w:rFonts w:cstheme="minorHAnsi"/>
          <w:b/>
          <w:bCs/>
        </w:rPr>
        <w:sectPr w:rsidR="00561732" w:rsidRPr="00FD351C" w:rsidSect="00634D1F">
          <w:type w:val="continuous"/>
          <w:pgSz w:w="11900" w:h="16840"/>
          <w:pgMar w:top="1134" w:right="1077" w:bottom="1134" w:left="1077" w:header="709" w:footer="709" w:gutter="0"/>
          <w:cols w:num="2" w:space="708"/>
          <w:docGrid w:linePitch="360"/>
        </w:sectPr>
      </w:pPr>
    </w:p>
    <w:p w14:paraId="770A254D" w14:textId="77777777" w:rsidR="00503012" w:rsidRPr="00FD351C" w:rsidRDefault="00503012" w:rsidP="005E7230">
      <w:pPr>
        <w:rPr>
          <w:rFonts w:cstheme="minorHAnsi"/>
          <w:b/>
          <w:bCs/>
          <w:iCs/>
          <w:lang w:val="en-US"/>
        </w:rPr>
      </w:pPr>
    </w:p>
    <w:p w14:paraId="770FE5A6" w14:textId="0744D774" w:rsidR="00561732" w:rsidRPr="00FD351C" w:rsidRDefault="00503012" w:rsidP="005E7230">
      <w:pPr>
        <w:rPr>
          <w:rFonts w:cstheme="minorHAnsi"/>
          <w:b/>
          <w:bCs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Socio-Economic Background</w:t>
      </w:r>
    </w:p>
    <w:p w14:paraId="2312E984" w14:textId="0895F29D" w:rsidR="00503012" w:rsidRPr="00FD351C" w:rsidRDefault="00DC2C25" w:rsidP="00503012">
      <w:pPr>
        <w:rPr>
          <w:rFonts w:cstheme="minorHAnsi"/>
          <w:i/>
          <w:lang w:val="en-US"/>
        </w:rPr>
      </w:pPr>
      <w:r w:rsidRPr="00FD351C">
        <w:rPr>
          <w:rFonts w:cstheme="minorHAnsi"/>
          <w:i/>
          <w:lang w:val="en-US"/>
        </w:rPr>
        <w:t>Please tell us about the occupation of your main household earner when you were aged 14.</w:t>
      </w:r>
      <w:r w:rsidR="00C64D30" w:rsidRPr="00FD351C">
        <w:rPr>
          <w:rFonts w:cstheme="minorHAnsi"/>
          <w:i/>
          <w:lang w:val="en-US"/>
        </w:rPr>
        <w:t xml:space="preserve"> </w:t>
      </w:r>
      <w:r w:rsidRPr="00FD351C">
        <w:rPr>
          <w:rFonts w:cstheme="minorHAnsi"/>
          <w:i/>
          <w:lang w:val="en-US"/>
        </w:rPr>
        <w:t>If this question does not apply to you (because, for example, you were in care at this time), you can indicate this below.</w:t>
      </w:r>
      <w:r w:rsidR="008E024F">
        <w:rPr>
          <w:rFonts w:cstheme="minorHAnsi"/>
          <w:i/>
          <w:lang w:val="en-US"/>
        </w:rPr>
        <w:t xml:space="preserve"> We’re asking this as it helps us to assess the soc</w:t>
      </w:r>
      <w:r w:rsidR="00F52950">
        <w:rPr>
          <w:rFonts w:cstheme="minorHAnsi"/>
          <w:i/>
          <w:lang w:val="en-US"/>
        </w:rPr>
        <w:t>io-economic</w:t>
      </w:r>
      <w:r w:rsidR="008E024F">
        <w:rPr>
          <w:rFonts w:cstheme="minorHAnsi"/>
          <w:i/>
          <w:lang w:val="en-US"/>
        </w:rPr>
        <w:t xml:space="preserve"> background of our workforce.</w:t>
      </w:r>
    </w:p>
    <w:p w14:paraId="3FC622B5" w14:textId="77777777" w:rsidR="00DC2C25" w:rsidRPr="00FD351C" w:rsidRDefault="00DC2C25" w:rsidP="00C64D30">
      <w:pPr>
        <w:contextualSpacing/>
        <w:rPr>
          <w:rFonts w:cstheme="minorHAnsi"/>
          <w:iCs/>
          <w:lang w:val="en-US"/>
        </w:rPr>
      </w:pPr>
    </w:p>
    <w:p w14:paraId="53295183" w14:textId="5EC74C00" w:rsidR="00B24EBE" w:rsidRPr="00FD351C" w:rsidRDefault="00B24EBE" w:rsidP="00C64D30">
      <w:pPr>
        <w:contextualSpacing/>
        <w:rPr>
          <w:rFonts w:cstheme="minorHAnsi"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Modern professional occupations</w:t>
      </w:r>
      <w:r w:rsidRPr="00FD351C">
        <w:rPr>
          <w:rFonts w:cstheme="minorHAnsi"/>
          <w:iCs/>
          <w:lang w:val="en-US"/>
        </w:rPr>
        <w:t xml:space="preserve"> such as: teacher, nurse, physiotherapist, social worker, musician, police officer (sergeant or above), software designer.</w:t>
      </w:r>
      <w:r w:rsidR="00F42EC1" w:rsidRPr="00FD351C">
        <w:rPr>
          <w:rFonts w:cstheme="minorHAnsi"/>
          <w:iCs/>
          <w:lang w:val="en-US"/>
        </w:rPr>
        <w:t xml:space="preserve"> </w:t>
      </w:r>
      <w:r w:rsidR="00F42EC1" w:rsidRPr="00FD351C">
        <w:rPr>
          <w:rFonts w:cstheme="minorHAnsi"/>
          <w:iCs/>
          <w:lang w:val="en-US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33"/>
      <w:r w:rsidR="00F42EC1" w:rsidRPr="00FD351C">
        <w:rPr>
          <w:rFonts w:cstheme="minorHAnsi"/>
          <w:iCs/>
          <w:lang w:val="en-US"/>
        </w:rPr>
        <w:instrText xml:space="preserve"> FORMCHECKBOX </w:instrText>
      </w:r>
      <w:r w:rsidR="00F42EC1" w:rsidRPr="00FD351C">
        <w:rPr>
          <w:rFonts w:cstheme="minorHAnsi"/>
          <w:iCs/>
          <w:lang w:val="en-US"/>
        </w:rPr>
      </w:r>
      <w:r w:rsidR="00F42EC1" w:rsidRPr="00FD351C">
        <w:rPr>
          <w:rFonts w:cstheme="minorHAnsi"/>
          <w:iCs/>
          <w:lang w:val="en-US"/>
        </w:rPr>
        <w:fldChar w:fldCharType="separate"/>
      </w:r>
      <w:r w:rsidR="00F42EC1" w:rsidRPr="00FD351C">
        <w:rPr>
          <w:rFonts w:cstheme="minorHAnsi"/>
          <w:iCs/>
          <w:lang w:val="en-US"/>
        </w:rPr>
        <w:fldChar w:fldCharType="end"/>
      </w:r>
      <w:bookmarkEnd w:id="33"/>
    </w:p>
    <w:p w14:paraId="48728BC2" w14:textId="77777777" w:rsidR="00C64D30" w:rsidRPr="00FD351C" w:rsidRDefault="00C64D30" w:rsidP="00C64D30">
      <w:pPr>
        <w:contextualSpacing/>
        <w:rPr>
          <w:rFonts w:cstheme="minorHAnsi"/>
          <w:iCs/>
          <w:lang w:val="en-US"/>
        </w:rPr>
      </w:pPr>
    </w:p>
    <w:p w14:paraId="7328E07C" w14:textId="1192BBC3" w:rsidR="00B24EBE" w:rsidRPr="00FD351C" w:rsidRDefault="00B24EBE" w:rsidP="00C64D30">
      <w:pPr>
        <w:contextualSpacing/>
        <w:rPr>
          <w:rFonts w:cstheme="minorHAnsi"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Clerical and intermediate occupations</w:t>
      </w:r>
      <w:r w:rsidRPr="00FD351C">
        <w:rPr>
          <w:rFonts w:cstheme="minorHAnsi"/>
          <w:iCs/>
          <w:lang w:val="en-US"/>
        </w:rPr>
        <w:t xml:space="preserve"> such as: secretary, personal assistant, clerical worker, call centre agent, nursery nurse.</w:t>
      </w:r>
      <w:r w:rsidR="00F42EC1" w:rsidRPr="00FD351C">
        <w:rPr>
          <w:rFonts w:cstheme="minorHAnsi"/>
          <w:iCs/>
          <w:lang w:val="en-US"/>
        </w:rPr>
        <w:t xml:space="preserve"> </w:t>
      </w:r>
      <w:r w:rsidR="00F42EC1" w:rsidRPr="00FD351C">
        <w:rPr>
          <w:rFonts w:cstheme="minorHAnsi"/>
          <w:iCs/>
          <w:lang w:val="en-US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34"/>
      <w:r w:rsidR="00F42EC1" w:rsidRPr="00FD351C">
        <w:rPr>
          <w:rFonts w:cstheme="minorHAnsi"/>
          <w:iCs/>
          <w:lang w:val="en-US"/>
        </w:rPr>
        <w:instrText xml:space="preserve"> FORMCHECKBOX </w:instrText>
      </w:r>
      <w:r w:rsidR="00F42EC1" w:rsidRPr="00FD351C">
        <w:rPr>
          <w:rFonts w:cstheme="minorHAnsi"/>
          <w:iCs/>
          <w:lang w:val="en-US"/>
        </w:rPr>
      </w:r>
      <w:r w:rsidR="00F42EC1" w:rsidRPr="00FD351C">
        <w:rPr>
          <w:rFonts w:cstheme="minorHAnsi"/>
          <w:iCs/>
          <w:lang w:val="en-US"/>
        </w:rPr>
        <w:fldChar w:fldCharType="separate"/>
      </w:r>
      <w:r w:rsidR="00F42EC1" w:rsidRPr="00FD351C">
        <w:rPr>
          <w:rFonts w:cstheme="minorHAnsi"/>
          <w:iCs/>
          <w:lang w:val="en-US"/>
        </w:rPr>
        <w:fldChar w:fldCharType="end"/>
      </w:r>
      <w:bookmarkEnd w:id="34"/>
    </w:p>
    <w:p w14:paraId="597C9903" w14:textId="77777777" w:rsidR="00C64D30" w:rsidRPr="00FD351C" w:rsidRDefault="00C64D30" w:rsidP="00C64D30">
      <w:pPr>
        <w:contextualSpacing/>
        <w:rPr>
          <w:rFonts w:cstheme="minorHAnsi"/>
          <w:iCs/>
          <w:lang w:val="en-US"/>
        </w:rPr>
      </w:pPr>
    </w:p>
    <w:p w14:paraId="0238E358" w14:textId="56AFB281" w:rsidR="00B24EBE" w:rsidRPr="00FD351C" w:rsidRDefault="00B24EBE" w:rsidP="00C64D30">
      <w:pPr>
        <w:contextualSpacing/>
        <w:rPr>
          <w:rFonts w:cstheme="minorHAnsi"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Senior managers or administrators</w:t>
      </w:r>
      <w:r w:rsidRPr="00FD351C">
        <w:rPr>
          <w:rFonts w:cstheme="minorHAnsi"/>
          <w:iCs/>
          <w:lang w:val="en-US"/>
        </w:rPr>
        <w:t xml:space="preserve"> (usually responsible for planning, organising and co-ordinating work, and for finance) such as: finance manager, chief executive.</w:t>
      </w:r>
      <w:r w:rsidR="00F42EC1" w:rsidRPr="00FD351C">
        <w:rPr>
          <w:rFonts w:cstheme="minorHAnsi"/>
          <w:iCs/>
          <w:lang w:val="en-US"/>
        </w:rPr>
        <w:t xml:space="preserve"> </w:t>
      </w:r>
      <w:r w:rsidR="00F42EC1" w:rsidRPr="00FD351C">
        <w:rPr>
          <w:rFonts w:cstheme="minorHAnsi"/>
          <w:iCs/>
          <w:lang w:val="en-US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35"/>
      <w:r w:rsidR="00F42EC1" w:rsidRPr="00FD351C">
        <w:rPr>
          <w:rFonts w:cstheme="minorHAnsi"/>
          <w:iCs/>
          <w:lang w:val="en-US"/>
        </w:rPr>
        <w:instrText xml:space="preserve"> FORMCHECKBOX </w:instrText>
      </w:r>
      <w:r w:rsidR="00F42EC1" w:rsidRPr="00FD351C">
        <w:rPr>
          <w:rFonts w:cstheme="minorHAnsi"/>
          <w:iCs/>
          <w:lang w:val="en-US"/>
        </w:rPr>
      </w:r>
      <w:r w:rsidR="00F42EC1" w:rsidRPr="00FD351C">
        <w:rPr>
          <w:rFonts w:cstheme="minorHAnsi"/>
          <w:iCs/>
          <w:lang w:val="en-US"/>
        </w:rPr>
        <w:fldChar w:fldCharType="separate"/>
      </w:r>
      <w:r w:rsidR="00F42EC1" w:rsidRPr="00FD351C">
        <w:rPr>
          <w:rFonts w:cstheme="minorHAnsi"/>
          <w:iCs/>
          <w:lang w:val="en-US"/>
        </w:rPr>
        <w:fldChar w:fldCharType="end"/>
      </w:r>
      <w:bookmarkEnd w:id="35"/>
    </w:p>
    <w:p w14:paraId="4F7DB47A" w14:textId="77777777" w:rsidR="00C64D30" w:rsidRPr="00FD351C" w:rsidRDefault="00C64D30" w:rsidP="00C64D30">
      <w:pPr>
        <w:contextualSpacing/>
        <w:rPr>
          <w:rFonts w:cstheme="minorHAnsi"/>
          <w:iCs/>
          <w:lang w:val="en-US"/>
        </w:rPr>
      </w:pPr>
    </w:p>
    <w:p w14:paraId="5B7668D4" w14:textId="6FF8D12F" w:rsidR="00B24EBE" w:rsidRPr="00FD351C" w:rsidRDefault="00B24EBE" w:rsidP="00C64D30">
      <w:pPr>
        <w:contextualSpacing/>
        <w:rPr>
          <w:rFonts w:cstheme="minorHAnsi"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Technical and craft occupations</w:t>
      </w:r>
      <w:r w:rsidRPr="00FD351C">
        <w:rPr>
          <w:rFonts w:cstheme="minorHAnsi"/>
          <w:iCs/>
          <w:lang w:val="en-US"/>
        </w:rPr>
        <w:t xml:space="preserve"> such as: motor mechanic, plumber, printer, electrician, gardener, train driver.</w:t>
      </w:r>
      <w:r w:rsidR="00F42EC1" w:rsidRPr="00FD351C">
        <w:rPr>
          <w:rFonts w:cstheme="minorHAnsi"/>
          <w:iCs/>
          <w:lang w:val="en-US"/>
        </w:rPr>
        <w:t xml:space="preserve"> </w:t>
      </w:r>
      <w:r w:rsidR="00F42EC1" w:rsidRPr="00FD351C">
        <w:rPr>
          <w:rFonts w:cstheme="minorHAnsi"/>
          <w:iCs/>
          <w:lang w:val="en-US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36"/>
      <w:r w:rsidR="00F42EC1" w:rsidRPr="00FD351C">
        <w:rPr>
          <w:rFonts w:cstheme="minorHAnsi"/>
          <w:iCs/>
          <w:lang w:val="en-US"/>
        </w:rPr>
        <w:instrText xml:space="preserve"> FORMCHECKBOX </w:instrText>
      </w:r>
      <w:r w:rsidR="00F42EC1" w:rsidRPr="00FD351C">
        <w:rPr>
          <w:rFonts w:cstheme="minorHAnsi"/>
          <w:iCs/>
          <w:lang w:val="en-US"/>
        </w:rPr>
      </w:r>
      <w:r w:rsidR="00F42EC1" w:rsidRPr="00FD351C">
        <w:rPr>
          <w:rFonts w:cstheme="minorHAnsi"/>
          <w:iCs/>
          <w:lang w:val="en-US"/>
        </w:rPr>
        <w:fldChar w:fldCharType="separate"/>
      </w:r>
      <w:r w:rsidR="00F42EC1" w:rsidRPr="00FD351C">
        <w:rPr>
          <w:rFonts w:cstheme="minorHAnsi"/>
          <w:iCs/>
          <w:lang w:val="en-US"/>
        </w:rPr>
        <w:fldChar w:fldCharType="end"/>
      </w:r>
      <w:bookmarkEnd w:id="36"/>
    </w:p>
    <w:p w14:paraId="18B6DC8D" w14:textId="77777777" w:rsidR="00C64D30" w:rsidRPr="00FD351C" w:rsidRDefault="00C64D30" w:rsidP="00C64D30">
      <w:pPr>
        <w:contextualSpacing/>
        <w:rPr>
          <w:rFonts w:cstheme="minorHAnsi"/>
          <w:iCs/>
          <w:lang w:val="en-US"/>
        </w:rPr>
      </w:pPr>
    </w:p>
    <w:p w14:paraId="68A08041" w14:textId="6B9A3864" w:rsidR="00B24EBE" w:rsidRPr="00FD351C" w:rsidRDefault="00C64D30" w:rsidP="00C64D30">
      <w:pPr>
        <w:contextualSpacing/>
        <w:rPr>
          <w:rFonts w:cstheme="minorHAnsi"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S</w:t>
      </w:r>
      <w:r w:rsidR="00B24EBE" w:rsidRPr="00FD351C">
        <w:rPr>
          <w:rFonts w:cstheme="minorHAnsi"/>
          <w:b/>
          <w:bCs/>
          <w:iCs/>
          <w:lang w:val="en-US"/>
        </w:rPr>
        <w:t>emi-routine manual and service occupations</w:t>
      </w:r>
      <w:r w:rsidR="00B24EBE" w:rsidRPr="00FD351C">
        <w:rPr>
          <w:rFonts w:cstheme="minorHAnsi"/>
          <w:iCs/>
          <w:lang w:val="en-US"/>
        </w:rPr>
        <w:t xml:space="preserve"> such as: postal worker, machine operative, security guard, caretaker, farm worker, catering assistant, sales assistant.</w:t>
      </w:r>
      <w:r w:rsidR="00F42EC1" w:rsidRPr="00FD351C">
        <w:rPr>
          <w:rFonts w:cstheme="minorHAnsi"/>
          <w:iCs/>
          <w:lang w:val="en-US"/>
        </w:rPr>
        <w:t xml:space="preserve"> </w:t>
      </w:r>
      <w:r w:rsidR="00F42EC1" w:rsidRPr="00FD351C">
        <w:rPr>
          <w:rFonts w:cstheme="minorHAnsi"/>
          <w:iCs/>
          <w:lang w:val="en-US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37"/>
      <w:r w:rsidR="00F42EC1" w:rsidRPr="00FD351C">
        <w:rPr>
          <w:rFonts w:cstheme="minorHAnsi"/>
          <w:iCs/>
          <w:lang w:val="en-US"/>
        </w:rPr>
        <w:instrText xml:space="preserve"> FORMCHECKBOX </w:instrText>
      </w:r>
      <w:r w:rsidR="00F42EC1" w:rsidRPr="00FD351C">
        <w:rPr>
          <w:rFonts w:cstheme="minorHAnsi"/>
          <w:iCs/>
          <w:lang w:val="en-US"/>
        </w:rPr>
      </w:r>
      <w:r w:rsidR="00F42EC1" w:rsidRPr="00FD351C">
        <w:rPr>
          <w:rFonts w:cstheme="minorHAnsi"/>
          <w:iCs/>
          <w:lang w:val="en-US"/>
        </w:rPr>
        <w:fldChar w:fldCharType="separate"/>
      </w:r>
      <w:r w:rsidR="00F42EC1" w:rsidRPr="00FD351C">
        <w:rPr>
          <w:rFonts w:cstheme="minorHAnsi"/>
          <w:iCs/>
          <w:lang w:val="en-US"/>
        </w:rPr>
        <w:fldChar w:fldCharType="end"/>
      </w:r>
      <w:bookmarkEnd w:id="37"/>
    </w:p>
    <w:p w14:paraId="2442B701" w14:textId="77777777" w:rsidR="00C64D30" w:rsidRPr="00FD351C" w:rsidRDefault="00C64D30" w:rsidP="00C64D30">
      <w:pPr>
        <w:contextualSpacing/>
        <w:rPr>
          <w:rFonts w:cstheme="minorHAnsi"/>
          <w:iCs/>
          <w:lang w:val="en-US"/>
        </w:rPr>
      </w:pPr>
    </w:p>
    <w:p w14:paraId="70653C64" w14:textId="6D15F4B5" w:rsidR="00B24EBE" w:rsidRPr="00FD351C" w:rsidRDefault="00B24EBE" w:rsidP="00C64D30">
      <w:pPr>
        <w:contextualSpacing/>
        <w:rPr>
          <w:rFonts w:cstheme="minorHAnsi"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Routine manual and service occupations</w:t>
      </w:r>
      <w:r w:rsidRPr="00FD351C">
        <w:rPr>
          <w:rFonts w:cstheme="minorHAnsi"/>
          <w:iCs/>
          <w:lang w:val="en-US"/>
        </w:rPr>
        <w:t xml:space="preserve"> such as: HGV driver, cleaner, porter, packer, labourer, waiter/waitress, bar staff.</w:t>
      </w:r>
      <w:r w:rsidR="00F42EC1" w:rsidRPr="00FD351C">
        <w:rPr>
          <w:rFonts w:cstheme="minorHAnsi"/>
          <w:iCs/>
          <w:lang w:val="en-US"/>
        </w:rPr>
        <w:t xml:space="preserve"> </w:t>
      </w:r>
      <w:r w:rsidR="00F42EC1" w:rsidRPr="00FD351C">
        <w:rPr>
          <w:rFonts w:cstheme="minorHAnsi"/>
          <w:iCs/>
          <w:lang w:val="en-US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38"/>
      <w:r w:rsidR="00F42EC1" w:rsidRPr="00FD351C">
        <w:rPr>
          <w:rFonts w:cstheme="minorHAnsi"/>
          <w:iCs/>
          <w:lang w:val="en-US"/>
        </w:rPr>
        <w:instrText xml:space="preserve"> FORMCHECKBOX </w:instrText>
      </w:r>
      <w:r w:rsidR="00F42EC1" w:rsidRPr="00FD351C">
        <w:rPr>
          <w:rFonts w:cstheme="minorHAnsi"/>
          <w:iCs/>
          <w:lang w:val="en-US"/>
        </w:rPr>
      </w:r>
      <w:r w:rsidR="00F42EC1" w:rsidRPr="00FD351C">
        <w:rPr>
          <w:rFonts w:cstheme="minorHAnsi"/>
          <w:iCs/>
          <w:lang w:val="en-US"/>
        </w:rPr>
        <w:fldChar w:fldCharType="separate"/>
      </w:r>
      <w:r w:rsidR="00F42EC1" w:rsidRPr="00FD351C">
        <w:rPr>
          <w:rFonts w:cstheme="minorHAnsi"/>
          <w:iCs/>
          <w:lang w:val="en-US"/>
        </w:rPr>
        <w:fldChar w:fldCharType="end"/>
      </w:r>
      <w:bookmarkEnd w:id="38"/>
    </w:p>
    <w:p w14:paraId="1BC3B42C" w14:textId="77777777" w:rsidR="00C64D30" w:rsidRPr="00FD351C" w:rsidRDefault="00C64D30" w:rsidP="00C64D30">
      <w:pPr>
        <w:contextualSpacing/>
        <w:rPr>
          <w:rFonts w:cstheme="minorHAnsi"/>
          <w:iCs/>
          <w:lang w:val="en-US"/>
        </w:rPr>
      </w:pPr>
    </w:p>
    <w:p w14:paraId="76CAAF0D" w14:textId="3899764F" w:rsidR="00B24EBE" w:rsidRPr="00FD351C" w:rsidRDefault="00B24EBE" w:rsidP="00C64D30">
      <w:pPr>
        <w:contextualSpacing/>
        <w:rPr>
          <w:rFonts w:cstheme="minorHAnsi"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Middle or junior managers</w:t>
      </w:r>
      <w:r w:rsidRPr="00FD351C">
        <w:rPr>
          <w:rFonts w:cstheme="minorHAnsi"/>
          <w:iCs/>
          <w:lang w:val="en-US"/>
        </w:rPr>
        <w:t xml:space="preserve"> such as: office manager, retail manager, bank manager, restaurant manager, warehouse manager.</w:t>
      </w:r>
      <w:r w:rsidR="00F42EC1" w:rsidRPr="00FD351C">
        <w:rPr>
          <w:rFonts w:cstheme="minorHAnsi"/>
          <w:iCs/>
          <w:lang w:val="en-US"/>
        </w:rPr>
        <w:t xml:space="preserve"> </w:t>
      </w:r>
      <w:r w:rsidR="00F42EC1" w:rsidRPr="00FD351C">
        <w:rPr>
          <w:rFonts w:cstheme="minorHAnsi"/>
          <w:iCs/>
          <w:lang w:val="en-US"/>
        </w:rPr>
        <w:fldChar w:fldCharType="begin">
          <w:ffData>
            <w:name w:val="Check39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39"/>
      <w:r w:rsidR="00F42EC1" w:rsidRPr="00FD351C">
        <w:rPr>
          <w:rFonts w:cstheme="minorHAnsi"/>
          <w:iCs/>
          <w:lang w:val="en-US"/>
        </w:rPr>
        <w:instrText xml:space="preserve"> FORMCHECKBOX </w:instrText>
      </w:r>
      <w:r w:rsidR="00F42EC1" w:rsidRPr="00FD351C">
        <w:rPr>
          <w:rFonts w:cstheme="minorHAnsi"/>
          <w:iCs/>
          <w:lang w:val="en-US"/>
        </w:rPr>
      </w:r>
      <w:r w:rsidR="00F42EC1" w:rsidRPr="00FD351C">
        <w:rPr>
          <w:rFonts w:cstheme="minorHAnsi"/>
          <w:iCs/>
          <w:lang w:val="en-US"/>
        </w:rPr>
        <w:fldChar w:fldCharType="separate"/>
      </w:r>
      <w:r w:rsidR="00F42EC1" w:rsidRPr="00FD351C">
        <w:rPr>
          <w:rFonts w:cstheme="minorHAnsi"/>
          <w:iCs/>
          <w:lang w:val="en-US"/>
        </w:rPr>
        <w:fldChar w:fldCharType="end"/>
      </w:r>
      <w:bookmarkEnd w:id="39"/>
    </w:p>
    <w:p w14:paraId="50A92386" w14:textId="77777777" w:rsidR="00C64D30" w:rsidRPr="00FD351C" w:rsidRDefault="00C64D30" w:rsidP="00C64D30">
      <w:pPr>
        <w:contextualSpacing/>
        <w:rPr>
          <w:rFonts w:cstheme="minorHAnsi"/>
          <w:iCs/>
          <w:lang w:val="en-US"/>
        </w:rPr>
      </w:pPr>
    </w:p>
    <w:p w14:paraId="58AA871F" w14:textId="6D6433CF" w:rsidR="00B24EBE" w:rsidRPr="00FD351C" w:rsidRDefault="00B24EBE" w:rsidP="00C64D30">
      <w:pPr>
        <w:contextualSpacing/>
        <w:rPr>
          <w:rFonts w:cstheme="minorHAnsi"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Traditional professional occupations</w:t>
      </w:r>
      <w:r w:rsidRPr="00FD351C">
        <w:rPr>
          <w:rFonts w:cstheme="minorHAnsi"/>
          <w:iCs/>
          <w:lang w:val="en-US"/>
        </w:rPr>
        <w:t xml:space="preserve"> such as: accountant, solicitor, medical practitioner, scientist, civil / mechanical engineer.</w:t>
      </w:r>
      <w:r w:rsidR="00F42EC1" w:rsidRPr="00FD351C">
        <w:rPr>
          <w:rFonts w:cstheme="minorHAnsi"/>
          <w:iCs/>
          <w:lang w:val="en-US"/>
        </w:rPr>
        <w:t xml:space="preserve"> </w:t>
      </w:r>
      <w:r w:rsidR="00F42EC1" w:rsidRPr="00FD351C">
        <w:rPr>
          <w:rFonts w:cstheme="minorHAnsi"/>
          <w:iCs/>
          <w:lang w:val="en-US"/>
        </w:rPr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40"/>
      <w:r w:rsidR="00F42EC1" w:rsidRPr="00FD351C">
        <w:rPr>
          <w:rFonts w:cstheme="minorHAnsi"/>
          <w:iCs/>
          <w:lang w:val="en-US"/>
        </w:rPr>
        <w:instrText xml:space="preserve"> FORMCHECKBOX </w:instrText>
      </w:r>
      <w:r w:rsidR="00F42EC1" w:rsidRPr="00FD351C">
        <w:rPr>
          <w:rFonts w:cstheme="minorHAnsi"/>
          <w:iCs/>
          <w:lang w:val="en-US"/>
        </w:rPr>
      </w:r>
      <w:r w:rsidR="00F42EC1" w:rsidRPr="00FD351C">
        <w:rPr>
          <w:rFonts w:cstheme="minorHAnsi"/>
          <w:iCs/>
          <w:lang w:val="en-US"/>
        </w:rPr>
        <w:fldChar w:fldCharType="separate"/>
      </w:r>
      <w:r w:rsidR="00F42EC1" w:rsidRPr="00FD351C">
        <w:rPr>
          <w:rFonts w:cstheme="minorHAnsi"/>
          <w:iCs/>
          <w:lang w:val="en-US"/>
        </w:rPr>
        <w:fldChar w:fldCharType="end"/>
      </w:r>
      <w:bookmarkEnd w:id="40"/>
    </w:p>
    <w:p w14:paraId="384B8FCA" w14:textId="77777777" w:rsidR="00C64D30" w:rsidRPr="00FD351C" w:rsidRDefault="00C64D30" w:rsidP="00C64D30">
      <w:pPr>
        <w:contextualSpacing/>
        <w:rPr>
          <w:rFonts w:cstheme="minorHAnsi"/>
          <w:iCs/>
          <w:lang w:val="en-US"/>
        </w:rPr>
      </w:pPr>
    </w:p>
    <w:p w14:paraId="210EA4C7" w14:textId="26DF9AEF" w:rsidR="00B24EBE" w:rsidRPr="00FD351C" w:rsidRDefault="00B24EBE" w:rsidP="00C64D30">
      <w:pPr>
        <w:contextualSpacing/>
        <w:rPr>
          <w:rFonts w:cstheme="minorHAnsi"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Long term unemployed</w:t>
      </w:r>
      <w:r w:rsidRPr="00FD351C">
        <w:rPr>
          <w:rFonts w:cstheme="minorHAnsi"/>
          <w:iCs/>
          <w:lang w:val="en-US"/>
        </w:rPr>
        <w:t xml:space="preserve"> (claimed Jobseeker’s Allowance or earlier unemployment benefit for more than a year).</w:t>
      </w:r>
      <w:r w:rsidR="00F42EC1" w:rsidRPr="00FD351C">
        <w:rPr>
          <w:rFonts w:cstheme="minorHAnsi"/>
          <w:iCs/>
          <w:lang w:val="en-US"/>
        </w:rPr>
        <w:t xml:space="preserve"> </w:t>
      </w:r>
      <w:r w:rsidR="00F42EC1" w:rsidRPr="00FD351C">
        <w:rPr>
          <w:rFonts w:cstheme="minorHAnsi"/>
          <w:iCs/>
          <w:lang w:val="en-US"/>
        </w:rPr>
        <w:fldChar w:fldCharType="begin">
          <w:ffData>
            <w:name w:val="Check41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41"/>
      <w:r w:rsidR="00F42EC1" w:rsidRPr="00FD351C">
        <w:rPr>
          <w:rFonts w:cstheme="minorHAnsi"/>
          <w:iCs/>
          <w:lang w:val="en-US"/>
        </w:rPr>
        <w:instrText xml:space="preserve"> FORMCHECKBOX </w:instrText>
      </w:r>
      <w:r w:rsidR="00F42EC1" w:rsidRPr="00FD351C">
        <w:rPr>
          <w:rFonts w:cstheme="minorHAnsi"/>
          <w:iCs/>
          <w:lang w:val="en-US"/>
        </w:rPr>
      </w:r>
      <w:r w:rsidR="00F42EC1" w:rsidRPr="00FD351C">
        <w:rPr>
          <w:rFonts w:cstheme="minorHAnsi"/>
          <w:iCs/>
          <w:lang w:val="en-US"/>
        </w:rPr>
        <w:fldChar w:fldCharType="separate"/>
      </w:r>
      <w:r w:rsidR="00F42EC1" w:rsidRPr="00FD351C">
        <w:rPr>
          <w:rFonts w:cstheme="minorHAnsi"/>
          <w:iCs/>
          <w:lang w:val="en-US"/>
        </w:rPr>
        <w:fldChar w:fldCharType="end"/>
      </w:r>
      <w:bookmarkEnd w:id="41"/>
    </w:p>
    <w:p w14:paraId="1EFE762A" w14:textId="77777777" w:rsidR="00C64D30" w:rsidRPr="00FD351C" w:rsidRDefault="00C64D30" w:rsidP="00C64D30">
      <w:pPr>
        <w:contextualSpacing/>
        <w:rPr>
          <w:rFonts w:cstheme="minorHAnsi"/>
          <w:iCs/>
          <w:lang w:val="en-US"/>
        </w:rPr>
      </w:pPr>
    </w:p>
    <w:p w14:paraId="7FA06A7C" w14:textId="4581FF49" w:rsidR="00C64D30" w:rsidRPr="00FD351C" w:rsidRDefault="00B24EBE" w:rsidP="00C64D30">
      <w:pPr>
        <w:contextualSpacing/>
        <w:rPr>
          <w:rFonts w:cstheme="minorHAnsi"/>
          <w:b/>
          <w:bCs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Retired</w:t>
      </w:r>
      <w:r w:rsidR="00F42EC1" w:rsidRPr="00FD351C">
        <w:rPr>
          <w:rFonts w:cstheme="minorHAnsi"/>
          <w:b/>
          <w:bCs/>
          <w:iCs/>
          <w:lang w:val="en-US"/>
        </w:rPr>
        <w:t xml:space="preserve"> </w:t>
      </w:r>
      <w:r w:rsidR="00F42EC1" w:rsidRPr="00FD351C">
        <w:rPr>
          <w:rFonts w:cstheme="minorHAnsi"/>
          <w:b/>
          <w:bCs/>
          <w:iCs/>
          <w:lang w:val="en-US"/>
        </w:rPr>
        <w:fldChar w:fldCharType="begin">
          <w:ffData>
            <w:name w:val="Check42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Check42"/>
      <w:r w:rsidR="00F42EC1" w:rsidRPr="00FD351C">
        <w:rPr>
          <w:rFonts w:cstheme="minorHAnsi"/>
          <w:b/>
          <w:bCs/>
          <w:iCs/>
          <w:lang w:val="en-US"/>
        </w:rPr>
        <w:instrText xml:space="preserve"> FORMCHECKBOX </w:instrText>
      </w:r>
      <w:r w:rsidR="00F42EC1" w:rsidRPr="00FD351C">
        <w:rPr>
          <w:rFonts w:cstheme="minorHAnsi"/>
          <w:b/>
          <w:bCs/>
          <w:iCs/>
          <w:lang w:val="en-US"/>
        </w:rPr>
      </w:r>
      <w:r w:rsidR="00F42EC1" w:rsidRPr="00FD351C">
        <w:rPr>
          <w:rFonts w:cstheme="minorHAnsi"/>
          <w:b/>
          <w:bCs/>
          <w:iCs/>
          <w:lang w:val="en-US"/>
        </w:rPr>
        <w:fldChar w:fldCharType="separate"/>
      </w:r>
      <w:r w:rsidR="00F42EC1" w:rsidRPr="00FD351C">
        <w:rPr>
          <w:rFonts w:cstheme="minorHAnsi"/>
          <w:b/>
          <w:bCs/>
          <w:iCs/>
          <w:lang w:val="en-US"/>
        </w:rPr>
        <w:fldChar w:fldCharType="end"/>
      </w:r>
      <w:bookmarkEnd w:id="42"/>
    </w:p>
    <w:p w14:paraId="272B7EF8" w14:textId="77777777" w:rsidR="00F704A6" w:rsidRPr="00FD351C" w:rsidRDefault="00F704A6" w:rsidP="00C64D30">
      <w:pPr>
        <w:contextualSpacing/>
        <w:rPr>
          <w:rFonts w:cstheme="minorHAnsi"/>
          <w:b/>
          <w:bCs/>
          <w:iCs/>
          <w:lang w:val="en-US"/>
        </w:rPr>
      </w:pPr>
    </w:p>
    <w:p w14:paraId="5B8A2A89" w14:textId="4AB2B5B4" w:rsidR="00C64D30" w:rsidRPr="00FD351C" w:rsidRDefault="00C64D30" w:rsidP="00C64D30">
      <w:pPr>
        <w:contextualSpacing/>
        <w:rPr>
          <w:rFonts w:cstheme="minorHAnsi"/>
          <w:b/>
          <w:bCs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I was in care at the time</w:t>
      </w:r>
      <w:r w:rsidR="00F42EC1" w:rsidRPr="00FD351C">
        <w:rPr>
          <w:rFonts w:cstheme="minorHAnsi"/>
          <w:b/>
          <w:bCs/>
          <w:iCs/>
          <w:lang w:val="en-US"/>
        </w:rPr>
        <w:t xml:space="preserve"> </w:t>
      </w:r>
      <w:r w:rsidR="00F42EC1" w:rsidRPr="00FD351C">
        <w:rPr>
          <w:rFonts w:cstheme="minorHAnsi"/>
          <w:b/>
          <w:bCs/>
          <w:iCs/>
          <w:lang w:val="en-US"/>
        </w:rPr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heck43"/>
      <w:r w:rsidR="00F42EC1" w:rsidRPr="00FD351C">
        <w:rPr>
          <w:rFonts w:cstheme="minorHAnsi"/>
          <w:b/>
          <w:bCs/>
          <w:iCs/>
          <w:lang w:val="en-US"/>
        </w:rPr>
        <w:instrText xml:space="preserve"> FORMCHECKBOX </w:instrText>
      </w:r>
      <w:r w:rsidR="00F42EC1" w:rsidRPr="00FD351C">
        <w:rPr>
          <w:rFonts w:cstheme="minorHAnsi"/>
          <w:b/>
          <w:bCs/>
          <w:iCs/>
          <w:lang w:val="en-US"/>
        </w:rPr>
      </w:r>
      <w:r w:rsidR="00F42EC1" w:rsidRPr="00FD351C">
        <w:rPr>
          <w:rFonts w:cstheme="minorHAnsi"/>
          <w:b/>
          <w:bCs/>
          <w:iCs/>
          <w:lang w:val="en-US"/>
        </w:rPr>
        <w:fldChar w:fldCharType="separate"/>
      </w:r>
      <w:r w:rsidR="00F42EC1" w:rsidRPr="00FD351C">
        <w:rPr>
          <w:rFonts w:cstheme="minorHAnsi"/>
          <w:b/>
          <w:bCs/>
          <w:iCs/>
          <w:lang w:val="en-US"/>
        </w:rPr>
        <w:fldChar w:fldCharType="end"/>
      </w:r>
      <w:bookmarkEnd w:id="43"/>
    </w:p>
    <w:p w14:paraId="44F18A6A" w14:textId="77777777" w:rsidR="00F704A6" w:rsidRPr="00FD351C" w:rsidRDefault="00F704A6" w:rsidP="00C64D30">
      <w:pPr>
        <w:contextualSpacing/>
        <w:rPr>
          <w:rFonts w:cstheme="minorHAnsi"/>
          <w:b/>
          <w:bCs/>
          <w:iCs/>
          <w:lang w:val="en-US"/>
        </w:rPr>
      </w:pPr>
    </w:p>
    <w:p w14:paraId="2232BD52" w14:textId="2B472E31" w:rsidR="00C64D30" w:rsidRPr="00FD351C" w:rsidRDefault="00B24EBE" w:rsidP="00C64D30">
      <w:pPr>
        <w:contextualSpacing/>
        <w:rPr>
          <w:rFonts w:cstheme="minorHAnsi"/>
          <w:b/>
          <w:bCs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This question does not apply to me</w:t>
      </w:r>
      <w:r w:rsidR="00F42EC1" w:rsidRPr="00FD351C">
        <w:rPr>
          <w:rFonts w:cstheme="minorHAnsi"/>
          <w:b/>
          <w:bCs/>
          <w:iCs/>
          <w:lang w:val="en-US"/>
        </w:rPr>
        <w:t xml:space="preserve"> </w:t>
      </w:r>
      <w:r w:rsidR="00F42EC1" w:rsidRPr="00FD351C">
        <w:rPr>
          <w:rFonts w:cstheme="minorHAnsi"/>
          <w:b/>
          <w:bCs/>
          <w:iCs/>
          <w:lang w:val="en-US"/>
        </w:rP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Check44"/>
      <w:r w:rsidR="00F42EC1" w:rsidRPr="00FD351C">
        <w:rPr>
          <w:rFonts w:cstheme="minorHAnsi"/>
          <w:b/>
          <w:bCs/>
          <w:iCs/>
          <w:lang w:val="en-US"/>
        </w:rPr>
        <w:instrText xml:space="preserve"> FORMCHECKBOX </w:instrText>
      </w:r>
      <w:r w:rsidR="00F42EC1" w:rsidRPr="00FD351C">
        <w:rPr>
          <w:rFonts w:cstheme="minorHAnsi"/>
          <w:b/>
          <w:bCs/>
          <w:iCs/>
          <w:lang w:val="en-US"/>
        </w:rPr>
      </w:r>
      <w:r w:rsidR="00F42EC1" w:rsidRPr="00FD351C">
        <w:rPr>
          <w:rFonts w:cstheme="minorHAnsi"/>
          <w:b/>
          <w:bCs/>
          <w:iCs/>
          <w:lang w:val="en-US"/>
        </w:rPr>
        <w:fldChar w:fldCharType="separate"/>
      </w:r>
      <w:r w:rsidR="00F42EC1" w:rsidRPr="00FD351C">
        <w:rPr>
          <w:rFonts w:cstheme="minorHAnsi"/>
          <w:b/>
          <w:bCs/>
          <w:iCs/>
          <w:lang w:val="en-US"/>
        </w:rPr>
        <w:fldChar w:fldCharType="end"/>
      </w:r>
      <w:bookmarkEnd w:id="44"/>
    </w:p>
    <w:p w14:paraId="64C3E607" w14:textId="77777777" w:rsidR="00F704A6" w:rsidRPr="00FD351C" w:rsidRDefault="00F704A6" w:rsidP="00C64D30">
      <w:pPr>
        <w:contextualSpacing/>
        <w:rPr>
          <w:rFonts w:cstheme="minorHAnsi"/>
          <w:b/>
          <w:bCs/>
          <w:iCs/>
          <w:lang w:val="en-US"/>
        </w:rPr>
      </w:pPr>
    </w:p>
    <w:p w14:paraId="7B157080" w14:textId="0157DE0D" w:rsidR="00C64D30" w:rsidRPr="00FD351C" w:rsidRDefault="00B24EBE" w:rsidP="00C64D30">
      <w:pPr>
        <w:contextualSpacing/>
        <w:rPr>
          <w:rFonts w:cstheme="minorHAnsi"/>
          <w:b/>
          <w:bCs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I don’t know</w:t>
      </w:r>
      <w:r w:rsidR="00F42EC1" w:rsidRPr="00FD351C">
        <w:rPr>
          <w:rFonts w:cstheme="minorHAnsi"/>
          <w:b/>
          <w:bCs/>
          <w:iCs/>
          <w:lang w:val="en-US"/>
        </w:rPr>
        <w:t xml:space="preserve"> </w:t>
      </w:r>
      <w:r w:rsidR="00F42EC1" w:rsidRPr="00FD351C">
        <w:rPr>
          <w:rFonts w:cstheme="minorHAnsi"/>
          <w:b/>
          <w:bCs/>
          <w:iCs/>
          <w:lang w:val="en-US"/>
        </w:rPr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Check45"/>
      <w:r w:rsidR="00F42EC1" w:rsidRPr="00FD351C">
        <w:rPr>
          <w:rFonts w:cstheme="minorHAnsi"/>
          <w:b/>
          <w:bCs/>
          <w:iCs/>
          <w:lang w:val="en-US"/>
        </w:rPr>
        <w:instrText xml:space="preserve"> FORMCHECKBOX </w:instrText>
      </w:r>
      <w:r w:rsidR="00F42EC1" w:rsidRPr="00FD351C">
        <w:rPr>
          <w:rFonts w:cstheme="minorHAnsi"/>
          <w:b/>
          <w:bCs/>
          <w:iCs/>
          <w:lang w:val="en-US"/>
        </w:rPr>
      </w:r>
      <w:r w:rsidR="00F42EC1" w:rsidRPr="00FD351C">
        <w:rPr>
          <w:rFonts w:cstheme="minorHAnsi"/>
          <w:b/>
          <w:bCs/>
          <w:iCs/>
          <w:lang w:val="en-US"/>
        </w:rPr>
        <w:fldChar w:fldCharType="separate"/>
      </w:r>
      <w:r w:rsidR="00F42EC1" w:rsidRPr="00FD351C">
        <w:rPr>
          <w:rFonts w:cstheme="minorHAnsi"/>
          <w:b/>
          <w:bCs/>
          <w:iCs/>
          <w:lang w:val="en-US"/>
        </w:rPr>
        <w:fldChar w:fldCharType="end"/>
      </w:r>
      <w:bookmarkEnd w:id="45"/>
    </w:p>
    <w:p w14:paraId="22EE4E86" w14:textId="77777777" w:rsidR="00F704A6" w:rsidRPr="00FD351C" w:rsidRDefault="00F704A6" w:rsidP="00C64D30">
      <w:pPr>
        <w:contextualSpacing/>
        <w:rPr>
          <w:rFonts w:cstheme="minorHAnsi"/>
          <w:b/>
          <w:bCs/>
          <w:iCs/>
          <w:lang w:val="en-US"/>
        </w:rPr>
      </w:pPr>
    </w:p>
    <w:p w14:paraId="5A1BE617" w14:textId="08AF1318" w:rsidR="004D39AF" w:rsidRPr="00FD351C" w:rsidRDefault="00B24EBE" w:rsidP="00C64D30">
      <w:pPr>
        <w:contextualSpacing/>
        <w:rPr>
          <w:rFonts w:cstheme="minorHAnsi"/>
          <w:b/>
          <w:bCs/>
          <w:iCs/>
          <w:lang w:val="en-US"/>
        </w:rPr>
      </w:pPr>
      <w:r w:rsidRPr="00FD351C">
        <w:rPr>
          <w:rFonts w:cstheme="minorHAnsi"/>
          <w:b/>
          <w:bCs/>
          <w:iCs/>
          <w:lang w:val="en-US"/>
        </w:rPr>
        <w:t>I prefer not to say</w:t>
      </w:r>
      <w:r w:rsidR="00F42EC1" w:rsidRPr="00FD351C">
        <w:rPr>
          <w:rFonts w:cstheme="minorHAnsi"/>
          <w:b/>
          <w:bCs/>
          <w:iCs/>
          <w:lang w:val="en-US"/>
        </w:rPr>
        <w:t xml:space="preserve"> </w:t>
      </w:r>
      <w:r w:rsidR="00F42EC1" w:rsidRPr="00FD351C">
        <w:rPr>
          <w:rFonts w:cstheme="minorHAnsi"/>
          <w:b/>
          <w:bCs/>
          <w:iCs/>
          <w:lang w:val="en-US"/>
        </w:rPr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heck46"/>
      <w:r w:rsidR="00F42EC1" w:rsidRPr="00FD351C">
        <w:rPr>
          <w:rFonts w:cstheme="minorHAnsi"/>
          <w:b/>
          <w:bCs/>
          <w:iCs/>
          <w:lang w:val="en-US"/>
        </w:rPr>
        <w:instrText xml:space="preserve"> FORMCHECKBOX </w:instrText>
      </w:r>
      <w:r w:rsidR="00F42EC1" w:rsidRPr="00FD351C">
        <w:rPr>
          <w:rFonts w:cstheme="minorHAnsi"/>
          <w:b/>
          <w:bCs/>
          <w:iCs/>
          <w:lang w:val="en-US"/>
        </w:rPr>
      </w:r>
      <w:r w:rsidR="00F42EC1" w:rsidRPr="00FD351C">
        <w:rPr>
          <w:rFonts w:cstheme="minorHAnsi"/>
          <w:b/>
          <w:bCs/>
          <w:iCs/>
          <w:lang w:val="en-US"/>
        </w:rPr>
        <w:fldChar w:fldCharType="separate"/>
      </w:r>
      <w:r w:rsidR="00F42EC1" w:rsidRPr="00FD351C">
        <w:rPr>
          <w:rFonts w:cstheme="minorHAnsi"/>
          <w:b/>
          <w:bCs/>
          <w:iCs/>
          <w:lang w:val="en-US"/>
        </w:rPr>
        <w:fldChar w:fldCharType="end"/>
      </w:r>
      <w:bookmarkEnd w:id="46"/>
    </w:p>
    <w:sectPr w:rsidR="004D39AF" w:rsidRPr="00FD351C" w:rsidSect="00634D1F">
      <w:type w:val="continuous"/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9C03F" w14:textId="77777777" w:rsidR="00BA5ADA" w:rsidRDefault="00BA5ADA" w:rsidP="009C33C6">
      <w:r>
        <w:separator/>
      </w:r>
    </w:p>
  </w:endnote>
  <w:endnote w:type="continuationSeparator" w:id="0">
    <w:p w14:paraId="6A77A1ED" w14:textId="77777777" w:rsidR="00BA5ADA" w:rsidRDefault="00BA5ADA" w:rsidP="009C3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DF68E" w14:textId="77B9D832" w:rsidR="009C33C6" w:rsidRDefault="009C33C6" w:rsidP="009C33C6">
    <w:pPr>
      <w:ind w:left="-426" w:right="-391"/>
      <w:jc w:val="right"/>
      <w:rPr>
        <w:rFonts w:ascii="Helvetica Neue" w:hAnsi="Helvetica Neue"/>
        <w:sz w:val="18"/>
        <w:szCs w:val="18"/>
      </w:rPr>
    </w:pPr>
    <w:r w:rsidRPr="008F224C">
      <w:rPr>
        <w:rFonts w:ascii="Helvetica Neue" w:hAnsi="Helvetica Neue"/>
        <w:sz w:val="18"/>
        <w:szCs w:val="18"/>
      </w:rPr>
      <w:t xml:space="preserve">E. </w:t>
    </w:r>
    <w:r w:rsidR="00816D6F">
      <w:rPr>
        <w:rFonts w:ascii="Helvetica Neue" w:hAnsi="Helvetica Neue"/>
        <w:sz w:val="18"/>
        <w:szCs w:val="18"/>
      </w:rPr>
      <w:t>hello</w:t>
    </w:r>
    <w:r w:rsidRPr="008F224C">
      <w:rPr>
        <w:rFonts w:ascii="Helvetica Neue" w:hAnsi="Helvetica Neue"/>
        <w:sz w:val="18"/>
        <w:szCs w:val="18"/>
      </w:rPr>
      <w:t xml:space="preserve">@cap-a-pie.co.uk </w:t>
    </w:r>
  </w:p>
  <w:p w14:paraId="07B89B01" w14:textId="77777777" w:rsidR="009C33C6" w:rsidRDefault="009C33C6" w:rsidP="009C33C6">
    <w:pPr>
      <w:ind w:left="-426" w:right="-391"/>
      <w:jc w:val="right"/>
      <w:rPr>
        <w:rFonts w:ascii="Helvetica Neue" w:hAnsi="Helvetica Neue"/>
        <w:sz w:val="18"/>
        <w:szCs w:val="18"/>
      </w:rPr>
    </w:pPr>
    <w:r w:rsidRPr="008F224C">
      <w:rPr>
        <w:rFonts w:ascii="Helvetica Neue" w:hAnsi="Helvetica Neue"/>
        <w:sz w:val="18"/>
        <w:szCs w:val="18"/>
      </w:rPr>
      <w:t>T. 07796 478 024</w:t>
    </w:r>
  </w:p>
  <w:p w14:paraId="501F1AAD" w14:textId="77777777" w:rsidR="009C33C6" w:rsidRPr="008F224C" w:rsidRDefault="009C33C6" w:rsidP="00561732">
    <w:pPr>
      <w:ind w:left="-426" w:right="-391"/>
      <w:jc w:val="right"/>
      <w:rPr>
        <w:rFonts w:ascii="Helvetica Neue" w:hAnsi="Helvetica Neue"/>
        <w:sz w:val="18"/>
        <w:szCs w:val="18"/>
      </w:rPr>
    </w:pPr>
    <w:r w:rsidRPr="008F224C">
      <w:rPr>
        <w:rFonts w:ascii="Helvetica Neue" w:hAnsi="Helvetica Neue"/>
        <w:sz w:val="18"/>
        <w:szCs w:val="18"/>
      </w:rPr>
      <w:t xml:space="preserve">W. </w:t>
    </w:r>
    <w:r w:rsidRPr="009C33C6">
      <w:rPr>
        <w:rFonts w:ascii="Helvetica Neue" w:hAnsi="Helvetica Neue"/>
        <w:sz w:val="18"/>
        <w:szCs w:val="18"/>
      </w:rPr>
      <w:t>www.cap-a-pie.co.uk</w:t>
    </w:r>
  </w:p>
  <w:p w14:paraId="544F4A38" w14:textId="64CD7DF9" w:rsidR="009C33C6" w:rsidRPr="008F224C" w:rsidRDefault="009C33C6" w:rsidP="009C33C6">
    <w:pPr>
      <w:ind w:left="-426" w:right="-391"/>
      <w:jc w:val="right"/>
      <w:rPr>
        <w:rFonts w:ascii="Helvetica Neue" w:hAnsi="Helvetica Neue"/>
        <w:sz w:val="18"/>
        <w:szCs w:val="18"/>
      </w:rPr>
    </w:pPr>
    <w:r w:rsidRPr="008F224C">
      <w:rPr>
        <w:rFonts w:ascii="Helvetica Neue" w:hAnsi="Helvetica Neue"/>
        <w:sz w:val="18"/>
        <w:szCs w:val="18"/>
      </w:rPr>
      <w:t xml:space="preserve">Cap-a-Pie, </w:t>
    </w:r>
    <w:r w:rsidR="003B7C01" w:rsidRPr="003B7C01">
      <w:rPr>
        <w:rFonts w:ascii="Helvetica Neue" w:hAnsi="Helvetica Neue"/>
        <w:sz w:val="18"/>
        <w:szCs w:val="18"/>
      </w:rPr>
      <w:t>Studio 46, </w:t>
    </w:r>
    <w:proofErr w:type="spellStart"/>
    <w:proofErr w:type="gramStart"/>
    <w:r w:rsidR="003B7C01" w:rsidRPr="003B7C01">
      <w:rPr>
        <w:rFonts w:ascii="Helvetica Neue" w:hAnsi="Helvetica Neue"/>
        <w:sz w:val="18"/>
        <w:szCs w:val="18"/>
      </w:rPr>
      <w:t>B.Box</w:t>
    </w:r>
    <w:proofErr w:type="spellEnd"/>
    <w:proofErr w:type="gramEnd"/>
    <w:r w:rsidR="003B7C01" w:rsidRPr="003B7C01">
      <w:rPr>
        <w:rFonts w:ascii="Helvetica Neue" w:hAnsi="Helvetica Neue"/>
        <w:sz w:val="18"/>
        <w:szCs w:val="18"/>
      </w:rPr>
      <w:t> Studios, Stoddart Street, Newcastle upon Tyne, NE2 1AN</w:t>
    </w:r>
  </w:p>
  <w:p w14:paraId="00DF2B5A" w14:textId="77777777" w:rsidR="009C33C6" w:rsidRDefault="009C33C6" w:rsidP="009C33C6">
    <w:pPr>
      <w:autoSpaceDN w:val="0"/>
      <w:adjustRightInd w:val="0"/>
      <w:ind w:left="-426" w:right="-391"/>
      <w:jc w:val="right"/>
      <w:rPr>
        <w:rFonts w:ascii="Helvetica Neue" w:hAnsi="Helvetica Neue" w:cs="Tahoma"/>
        <w:bCs/>
        <w:sz w:val="18"/>
        <w:szCs w:val="18"/>
        <w:lang w:val="en-US"/>
      </w:rPr>
    </w:pPr>
    <w:r w:rsidRPr="008F224C">
      <w:rPr>
        <w:rFonts w:ascii="Helvetica Neue" w:hAnsi="Helvetica Neue" w:cs="Tahoma"/>
        <w:bCs/>
        <w:sz w:val="18"/>
        <w:szCs w:val="18"/>
        <w:lang w:val="en-US"/>
      </w:rPr>
      <w:t>Cap-a-Pie is registered in England and Wales as a Company Limited by Guarantee</w:t>
    </w:r>
    <w:r>
      <w:rPr>
        <w:rFonts w:ascii="Helvetica Neue" w:hAnsi="Helvetica Neue" w:cs="Tahoma"/>
        <w:bCs/>
        <w:sz w:val="18"/>
        <w:szCs w:val="18"/>
        <w:lang w:val="en-US"/>
      </w:rPr>
      <w:t xml:space="preserve"> </w:t>
    </w:r>
    <w:r w:rsidRPr="008F224C">
      <w:rPr>
        <w:rFonts w:ascii="Helvetica Neue" w:hAnsi="Helvetica Neue" w:cs="Tahoma"/>
        <w:bCs/>
        <w:sz w:val="18"/>
        <w:szCs w:val="18"/>
        <w:lang w:val="en-US"/>
      </w:rPr>
      <w:t>Company No: 8938843</w:t>
    </w:r>
  </w:p>
  <w:p w14:paraId="0C8EC97B" w14:textId="77777777" w:rsidR="009C33C6" w:rsidRPr="009C33C6" w:rsidRDefault="009C33C6" w:rsidP="009C33C6">
    <w:pPr>
      <w:autoSpaceDN w:val="0"/>
      <w:adjustRightInd w:val="0"/>
      <w:ind w:left="-426" w:right="-391"/>
      <w:jc w:val="right"/>
      <w:rPr>
        <w:rFonts w:ascii="Helvetica Neue" w:hAnsi="Helvetica Neue" w:cs="Tahoma"/>
        <w:bCs/>
        <w:sz w:val="18"/>
        <w:szCs w:val="18"/>
        <w:lang w:val="en-US"/>
      </w:rPr>
    </w:pPr>
    <w:r w:rsidRPr="008F224C">
      <w:rPr>
        <w:rFonts w:ascii="Helvetica Neue" w:hAnsi="Helvetica Neue" w:cs="Tahoma"/>
        <w:bCs/>
        <w:sz w:val="18"/>
        <w:szCs w:val="18"/>
        <w:lang w:val="en-US"/>
      </w:rPr>
      <w:t>Registered Charity No. 1174828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2E3E3" w14:textId="77777777" w:rsidR="00BA5ADA" w:rsidRDefault="00BA5ADA" w:rsidP="009C33C6">
      <w:r>
        <w:separator/>
      </w:r>
    </w:p>
  </w:footnote>
  <w:footnote w:type="continuationSeparator" w:id="0">
    <w:p w14:paraId="0BEB06C3" w14:textId="77777777" w:rsidR="00BA5ADA" w:rsidRDefault="00BA5ADA" w:rsidP="009C3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E811C" w14:textId="77777777" w:rsidR="00561732" w:rsidRDefault="00561732">
    <w:pPr>
      <w:pStyle w:val="Header"/>
    </w:pPr>
    <w:r w:rsidRPr="00DD0B35">
      <w:rPr>
        <w:rFonts w:ascii="Avenir" w:hAnsi="Avenir" w:cs="Tahoma"/>
        <w:b/>
        <w:bCs/>
        <w:noProof/>
        <w:sz w:val="32"/>
        <w:szCs w:val="18"/>
        <w:lang w:val="en-US"/>
      </w:rPr>
      <w:drawing>
        <wp:anchor distT="0" distB="0" distL="0" distR="0" simplePos="0" relativeHeight="251661312" behindDoc="0" locked="0" layoutInCell="1" allowOverlap="1" wp14:anchorId="7F27143B" wp14:editId="2B513C26">
          <wp:simplePos x="0" y="0"/>
          <wp:positionH relativeFrom="column">
            <wp:posOffset>4698421</wp:posOffset>
          </wp:positionH>
          <wp:positionV relativeFrom="paragraph">
            <wp:posOffset>-312351</wp:posOffset>
          </wp:positionV>
          <wp:extent cx="1609090" cy="480695"/>
          <wp:effectExtent l="0" t="0" r="3810" b="1905"/>
          <wp:wrapThrough wrapText="bothSides">
            <wp:wrapPolygon edited="0">
              <wp:start x="0" y="0"/>
              <wp:lineTo x="0" y="21115"/>
              <wp:lineTo x="21481" y="21115"/>
              <wp:lineTo x="21481" y="0"/>
              <wp:lineTo x="0" y="0"/>
            </wp:wrapPolygon>
          </wp:wrapThrough>
          <wp:docPr id="935584589" name="Picture 2" descr="Cap-a-Pi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584589" name="Picture 2" descr="Cap-a-Pie 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090" cy="4806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D5BCB" w14:textId="77777777" w:rsidR="009C33C6" w:rsidRDefault="00561732">
    <w:pPr>
      <w:pStyle w:val="Header"/>
    </w:pPr>
    <w:r w:rsidRPr="00DD0B35">
      <w:rPr>
        <w:rFonts w:ascii="Avenir" w:hAnsi="Avenir" w:cs="Tahoma"/>
        <w:b/>
        <w:bCs/>
        <w:noProof/>
        <w:sz w:val="32"/>
        <w:szCs w:val="18"/>
        <w:lang w:val="en-US"/>
      </w:rPr>
      <w:drawing>
        <wp:anchor distT="0" distB="0" distL="0" distR="0" simplePos="0" relativeHeight="251659264" behindDoc="0" locked="0" layoutInCell="1" allowOverlap="1" wp14:anchorId="4CA77FFE" wp14:editId="37CD8269">
          <wp:simplePos x="0" y="0"/>
          <wp:positionH relativeFrom="column">
            <wp:posOffset>4559300</wp:posOffset>
          </wp:positionH>
          <wp:positionV relativeFrom="paragraph">
            <wp:posOffset>-165735</wp:posOffset>
          </wp:positionV>
          <wp:extent cx="1609090" cy="480695"/>
          <wp:effectExtent l="0" t="0" r="0" b="0"/>
          <wp:wrapThrough wrapText="bothSides">
            <wp:wrapPolygon edited="0">
              <wp:start x="0" y="0"/>
              <wp:lineTo x="0" y="21115"/>
              <wp:lineTo x="21481" y="21115"/>
              <wp:lineTo x="21481" y="0"/>
              <wp:lineTo x="0" y="0"/>
            </wp:wrapPolygon>
          </wp:wrapThrough>
          <wp:docPr id="15" name="Picture 2" descr="Cap-a-Pi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2" descr="Cap-a-Pie 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090" cy="4806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D2307E"/>
    <w:multiLevelType w:val="multilevel"/>
    <w:tmpl w:val="0F14F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5227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attachedTemplate r:id="rId1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F41"/>
    <w:rsid w:val="00001546"/>
    <w:rsid w:val="000C6074"/>
    <w:rsid w:val="000C707C"/>
    <w:rsid w:val="0013201C"/>
    <w:rsid w:val="00196E84"/>
    <w:rsid w:val="001F365E"/>
    <w:rsid w:val="002149D3"/>
    <w:rsid w:val="00247FB5"/>
    <w:rsid w:val="00251482"/>
    <w:rsid w:val="00284FEF"/>
    <w:rsid w:val="002E55BD"/>
    <w:rsid w:val="00315FE9"/>
    <w:rsid w:val="003360AE"/>
    <w:rsid w:val="00352D5E"/>
    <w:rsid w:val="00377F85"/>
    <w:rsid w:val="003B7C01"/>
    <w:rsid w:val="003E7941"/>
    <w:rsid w:val="00410222"/>
    <w:rsid w:val="00470BF9"/>
    <w:rsid w:val="00471C23"/>
    <w:rsid w:val="004A624F"/>
    <w:rsid w:val="004B3969"/>
    <w:rsid w:val="004D19D6"/>
    <w:rsid w:val="004D39AF"/>
    <w:rsid w:val="00503012"/>
    <w:rsid w:val="005106BB"/>
    <w:rsid w:val="005112C9"/>
    <w:rsid w:val="00543F1F"/>
    <w:rsid w:val="00561732"/>
    <w:rsid w:val="005A4F6B"/>
    <w:rsid w:val="005E7230"/>
    <w:rsid w:val="006255B8"/>
    <w:rsid w:val="006270DD"/>
    <w:rsid w:val="00634D1F"/>
    <w:rsid w:val="006A1261"/>
    <w:rsid w:val="006A27C3"/>
    <w:rsid w:val="006B457E"/>
    <w:rsid w:val="00723BA5"/>
    <w:rsid w:val="0077727D"/>
    <w:rsid w:val="007C45EB"/>
    <w:rsid w:val="007D7E16"/>
    <w:rsid w:val="007E5366"/>
    <w:rsid w:val="008149A5"/>
    <w:rsid w:val="00816D6F"/>
    <w:rsid w:val="00816E19"/>
    <w:rsid w:val="00850989"/>
    <w:rsid w:val="008537DE"/>
    <w:rsid w:val="00880DFA"/>
    <w:rsid w:val="008D041C"/>
    <w:rsid w:val="008E024F"/>
    <w:rsid w:val="008E1602"/>
    <w:rsid w:val="008F2753"/>
    <w:rsid w:val="00927F43"/>
    <w:rsid w:val="00990593"/>
    <w:rsid w:val="009C33C6"/>
    <w:rsid w:val="009E01A1"/>
    <w:rsid w:val="00A8571B"/>
    <w:rsid w:val="00A90EE4"/>
    <w:rsid w:val="00A95EFF"/>
    <w:rsid w:val="00AB5916"/>
    <w:rsid w:val="00AE2765"/>
    <w:rsid w:val="00B23548"/>
    <w:rsid w:val="00B24EBE"/>
    <w:rsid w:val="00B33F0C"/>
    <w:rsid w:val="00B372FE"/>
    <w:rsid w:val="00B43C64"/>
    <w:rsid w:val="00B70567"/>
    <w:rsid w:val="00B72994"/>
    <w:rsid w:val="00BA5ADA"/>
    <w:rsid w:val="00C00359"/>
    <w:rsid w:val="00C31D48"/>
    <w:rsid w:val="00C32C25"/>
    <w:rsid w:val="00C64D30"/>
    <w:rsid w:val="00C74135"/>
    <w:rsid w:val="00C95AE6"/>
    <w:rsid w:val="00C95F41"/>
    <w:rsid w:val="00CB4C2F"/>
    <w:rsid w:val="00CB5AC5"/>
    <w:rsid w:val="00CC760F"/>
    <w:rsid w:val="00D02D21"/>
    <w:rsid w:val="00D2201B"/>
    <w:rsid w:val="00D46F6B"/>
    <w:rsid w:val="00DB17B3"/>
    <w:rsid w:val="00DC2C25"/>
    <w:rsid w:val="00DF31D0"/>
    <w:rsid w:val="00E07A9B"/>
    <w:rsid w:val="00E2502C"/>
    <w:rsid w:val="00E27BC7"/>
    <w:rsid w:val="00EB0C4D"/>
    <w:rsid w:val="00ED6413"/>
    <w:rsid w:val="00EE0944"/>
    <w:rsid w:val="00F42EC1"/>
    <w:rsid w:val="00F52950"/>
    <w:rsid w:val="00F704A6"/>
    <w:rsid w:val="00FA7124"/>
    <w:rsid w:val="00FB0A78"/>
    <w:rsid w:val="00FB6643"/>
    <w:rsid w:val="00FD351C"/>
    <w:rsid w:val="00FE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D09FD3"/>
  <w15:chartTrackingRefBased/>
  <w15:docId w15:val="{041626C9-87A8-EC4B-ACF0-92238436F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3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33C6"/>
  </w:style>
  <w:style w:type="paragraph" w:styleId="Footer">
    <w:name w:val="footer"/>
    <w:basedOn w:val="Normal"/>
    <w:link w:val="FooterChar"/>
    <w:uiPriority w:val="99"/>
    <w:unhideWhenUsed/>
    <w:rsid w:val="009C33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33C6"/>
  </w:style>
  <w:style w:type="character" w:styleId="Hyperlink">
    <w:name w:val="Hyperlink"/>
    <w:basedOn w:val="DefaultParagraphFont"/>
    <w:uiPriority w:val="99"/>
    <w:unhideWhenUsed/>
    <w:rsid w:val="009C33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33C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C33C6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6270D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2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61732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6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5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0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1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2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ty@cap-a-pie.co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tyvanden/Library/Group%20Containers/UBF8T346G9.Office/User%20Content.localized/Templates.localized/Letter%20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 Head.dotx</Template>
  <TotalTime>127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Vanden</dc:creator>
  <cp:keywords/>
  <dc:description/>
  <cp:lastModifiedBy>Katy Vanden</cp:lastModifiedBy>
  <cp:revision>73</cp:revision>
  <dcterms:created xsi:type="dcterms:W3CDTF">2020-07-13T11:11:00Z</dcterms:created>
  <dcterms:modified xsi:type="dcterms:W3CDTF">2025-08-07T09:06:00Z</dcterms:modified>
</cp:coreProperties>
</file>